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89E8" w14:textId="5F917C88" w:rsidR="004E2C6F" w:rsidRPr="00027FEF" w:rsidRDefault="004518FF" w:rsidP="0034744C">
      <w:pPr>
        <w:pStyle w:val="PIDachzeile"/>
        <w:tabs>
          <w:tab w:val="left" w:pos="1309"/>
        </w:tabs>
        <w:ind w:right="3490"/>
        <w:rPr>
          <w:b/>
          <w:bCs/>
          <w:sz w:val="28"/>
          <w:szCs w:val="28"/>
          <w:lang w:val="en-GB"/>
        </w:rPr>
      </w:pPr>
      <w:r w:rsidRPr="00027FEF">
        <w:rPr>
          <w:noProof/>
          <w:sz w:val="20"/>
          <w:lang w:val="en-GB"/>
        </w:rPr>
        <mc:AlternateContent>
          <mc:Choice Requires="wps">
            <w:drawing>
              <wp:anchor distT="0" distB="0" distL="114300" distR="114300" simplePos="0" relativeHeight="251660288" behindDoc="0" locked="0" layoutInCell="1" allowOverlap="1" wp14:anchorId="51DFC7A9" wp14:editId="675F8CC3">
                <wp:simplePos x="0" y="0"/>
                <wp:positionH relativeFrom="margin">
                  <wp:posOffset>-81887</wp:posOffset>
                </wp:positionH>
                <wp:positionV relativeFrom="paragraph">
                  <wp:posOffset>-912817</wp:posOffset>
                </wp:positionV>
                <wp:extent cx="3543300" cy="59499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1C4002" w14:textId="0AC1DD65" w:rsidR="004518FF" w:rsidRPr="00782879" w:rsidRDefault="004518FF" w:rsidP="004518FF">
                            <w:pPr>
                              <w:pStyle w:val="PIAnkndigung"/>
                              <w:rPr>
                                <w:lang w:val="en-GB"/>
                              </w:rPr>
                            </w:pPr>
                            <w:r w:rsidRPr="00782879">
                              <w:rPr>
                                <w:lang w:val="en-GB"/>
                              </w:rPr>
                              <w:t>Eplan a</w:t>
                            </w:r>
                            <w:r w:rsidR="00782879">
                              <w:rPr>
                                <w:lang w:val="en-GB"/>
                              </w:rPr>
                              <w:t>t the</w:t>
                            </w:r>
                            <w:r w:rsidRPr="00782879">
                              <w:rPr>
                                <w:lang w:val="en-GB"/>
                              </w:rPr>
                              <w:t xml:space="preserve"> Hannover Messe </w:t>
                            </w:r>
                          </w:p>
                          <w:p w14:paraId="7AD0764C" w14:textId="3CA33A20" w:rsidR="004518FF" w:rsidRPr="00782879" w:rsidRDefault="004518FF" w:rsidP="004518FF">
                            <w:pPr>
                              <w:pStyle w:val="PIAnkndigung"/>
                              <w:rPr>
                                <w:lang w:val="en-GB"/>
                              </w:rPr>
                            </w:pPr>
                            <w:r w:rsidRPr="00782879">
                              <w:rPr>
                                <w:lang w:val="en-GB"/>
                              </w:rPr>
                              <w:t>17</w:t>
                            </w:r>
                            <w:r w:rsidR="00782879">
                              <w:rPr>
                                <w:lang w:val="en-GB"/>
                              </w:rPr>
                              <w:t xml:space="preserve"> to 21 </w:t>
                            </w:r>
                            <w:r w:rsidRPr="00782879">
                              <w:rPr>
                                <w:lang w:val="en-GB"/>
                              </w:rPr>
                              <w:t xml:space="preserve">April 2023 </w:t>
                            </w:r>
                          </w:p>
                          <w:p w14:paraId="2A573F44" w14:textId="036133F5" w:rsidR="004518FF" w:rsidRPr="00782879" w:rsidRDefault="004518FF" w:rsidP="004518FF">
                            <w:pPr>
                              <w:pStyle w:val="PIAnkndigung"/>
                              <w:rPr>
                                <w:lang w:val="en-GB"/>
                              </w:rPr>
                            </w:pPr>
                            <w:r w:rsidRPr="00782879">
                              <w:rPr>
                                <w:lang w:val="en-GB"/>
                              </w:rPr>
                              <w:t>Hall 11, Stand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DFC7A9" id="_x0000_t202" coordsize="21600,21600" o:spt="202" path="m,l,21600r21600,l21600,xe">
                <v:stroke joinstyle="miter"/>
                <v:path gradientshapeok="t" o:connecttype="rect"/>
              </v:shapetype>
              <v:shape id="Text Box 11" o:spid="_x0000_s1026" type="#_x0000_t202" style="position:absolute;margin-left:-6.45pt;margin-top:-71.9pt;width:279pt;height:46.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" stroked="f">
                <v:textbox>
                  <w:txbxContent>
                    <w:p w14:paraId="741C4002" w14:textId="0AC1DD65" w:rsidR="004518FF" w:rsidRPr="00782879" w:rsidRDefault="004518FF" w:rsidP="004518FF">
                      <w:pPr>
                        <w:pStyle w:val="PIAnkndigung"/>
                        <w:rPr>
                          <w:lang w:val="en-GB"/>
                        </w:rPr>
                      </w:pPr>
                      <w:r w:rsidRPr="00782879">
                        <w:rPr>
                          <w:lang w:val="en-GB"/>
                        </w:rPr>
                        <w:t>Eplan a</w:t>
                      </w:r>
                      <w:r w:rsidR="00782879">
                        <w:rPr>
                          <w:lang w:val="en-GB"/>
                        </w:rPr>
                        <w:t>t the</w:t>
                      </w:r>
                      <w:r w:rsidRPr="00782879">
                        <w:rPr>
                          <w:lang w:val="en-GB"/>
                        </w:rPr>
                        <w:t xml:space="preserve"> Hannover Messe </w:t>
                      </w:r>
                    </w:p>
                    <w:p w14:paraId="7AD0764C" w14:textId="3CA33A20" w:rsidR="004518FF" w:rsidRPr="00782879" w:rsidRDefault="004518FF" w:rsidP="004518FF">
                      <w:pPr>
                        <w:pStyle w:val="PIAnkndigung"/>
                        <w:rPr>
                          <w:lang w:val="en-GB"/>
                        </w:rPr>
                      </w:pPr>
                      <w:r w:rsidRPr="00782879">
                        <w:rPr>
                          <w:lang w:val="en-GB"/>
                        </w:rPr>
                        <w:t>17</w:t>
                      </w:r>
                      <w:r w:rsidR="00782879">
                        <w:rPr>
                          <w:lang w:val="en-GB"/>
                        </w:rPr>
                        <w:t xml:space="preserve"> to 21 </w:t>
                      </w:r>
                      <w:r w:rsidRPr="00782879">
                        <w:rPr>
                          <w:lang w:val="en-GB"/>
                        </w:rPr>
                        <w:t xml:space="preserve">April 2023 </w:t>
                      </w:r>
                    </w:p>
                    <w:p w14:paraId="2A573F44" w14:textId="036133F5" w:rsidR="004518FF" w:rsidRPr="00782879" w:rsidRDefault="004518FF" w:rsidP="004518FF">
                      <w:pPr>
                        <w:pStyle w:val="PIAnkndigung"/>
                        <w:rPr>
                          <w:lang w:val="en-GB"/>
                        </w:rPr>
                      </w:pPr>
                      <w:r w:rsidRPr="00782879">
                        <w:rPr>
                          <w:lang w:val="en-GB"/>
                        </w:rPr>
                        <w:t>Hall 11, Stand E06</w:t>
                      </w:r>
                    </w:p>
                  </w:txbxContent>
                </v:textbox>
                <w10:wrap anchorx="margin"/>
              </v:shape>
            </w:pict>
          </mc:Fallback>
        </mc:AlternateContent>
      </w:r>
      <w:r w:rsidR="00396217" w:rsidRPr="00027FEF">
        <w:rPr>
          <w:noProof/>
          <w:lang w:val="en-GB"/>
        </w:rPr>
        <mc:AlternateContent>
          <mc:Choice Requires="wps">
            <w:drawing>
              <wp:anchor distT="0" distB="0" distL="114300" distR="114300" simplePos="0" relativeHeight="251658240" behindDoc="0" locked="0" layoutInCell="1" allowOverlap="1" wp14:anchorId="2711293E" wp14:editId="0A70EDA9">
                <wp:simplePos x="0" y="0"/>
                <wp:positionH relativeFrom="column">
                  <wp:posOffset>3619500</wp:posOffset>
                </wp:positionH>
                <wp:positionV relativeFrom="paragraph">
                  <wp:posOffset>7620</wp:posOffset>
                </wp:positionV>
                <wp:extent cx="2633980" cy="333057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rsidRPr="00782879"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Pr="00782879" w:rsidRDefault="00396217">
                                  <w:pPr>
                                    <w:pStyle w:val="PIKontakt"/>
                                    <w:tabs>
                                      <w:tab w:val="left" w:pos="3600"/>
                                    </w:tabs>
                                    <w:rPr>
                                      <w:lang w:val="en-GB"/>
                                    </w:rPr>
                                  </w:pPr>
                                </w:p>
                              </w:tc>
                            </w:tr>
                            <w:tr w:rsidR="00396217" w:rsidRPr="00782879" w14:paraId="55B1A10D" w14:textId="77777777">
                              <w:tc>
                                <w:tcPr>
                                  <w:tcW w:w="3864" w:type="dxa"/>
                                  <w:tcBorders>
                                    <w:right w:val="single" w:sz="6" w:space="0" w:color="auto"/>
                                  </w:tcBorders>
                                  <w:tcMar>
                                    <w:right w:w="170" w:type="dxa"/>
                                  </w:tcMar>
                                </w:tcPr>
                                <w:p w14:paraId="42FEE523" w14:textId="1E46DD0D" w:rsidR="00396217" w:rsidRPr="00782879" w:rsidRDefault="00396217">
                                  <w:pPr>
                                    <w:pStyle w:val="PIKontakt"/>
                                    <w:rPr>
                                      <w:b/>
                                      <w:lang w:val="en-GB"/>
                                    </w:rPr>
                                  </w:pPr>
                                  <w:r w:rsidRPr="00782879">
                                    <w:rPr>
                                      <w:b/>
                                      <w:lang w:val="en-GB"/>
                                    </w:rPr>
                                    <w:t>P</w:t>
                                  </w:r>
                                  <w:r w:rsidR="00782879" w:rsidRPr="00782879">
                                    <w:rPr>
                                      <w:b/>
                                      <w:lang w:val="en-GB"/>
                                    </w:rPr>
                                    <w:t>ublic Relations</w:t>
                                  </w:r>
                                </w:p>
                                <w:p w14:paraId="47A945A8" w14:textId="3080716C" w:rsidR="00396217" w:rsidRPr="00782879" w:rsidRDefault="00396217" w:rsidP="00374B1B">
                                  <w:pPr>
                                    <w:pStyle w:val="PIKontakt"/>
                                    <w:rPr>
                                      <w:lang w:val="en-GB"/>
                                    </w:rPr>
                                  </w:pPr>
                                  <w:r w:rsidRPr="00782879">
                                    <w:rPr>
                                      <w:lang w:val="en-GB"/>
                                    </w:rPr>
                                    <w:t>Birgit Hagelschuer</w:t>
                                  </w:r>
                                  <w:r w:rsidRPr="00782879">
                                    <w:rPr>
                                      <w:lang w:val="en-GB"/>
                                    </w:rPr>
                                    <w:br/>
                                    <w:t xml:space="preserve">Phone +49 </w:t>
                                  </w:r>
                                  <w:r w:rsidRPr="00782879">
                                    <w:rPr>
                                      <w:bCs/>
                                      <w:color w:val="000000"/>
                                      <w:szCs w:val="18"/>
                                      <w:lang w:val="en-GB"/>
                                    </w:rPr>
                                    <w:t>2173 3964-180</w:t>
                                  </w:r>
                                  <w:r w:rsidRPr="00782879">
                                    <w:rPr>
                                      <w:lang w:val="en-GB"/>
                                    </w:rPr>
                                    <w:br/>
                                    <w:t xml:space="preserve">Fax +49 </w:t>
                                  </w:r>
                                  <w:r w:rsidRPr="00782879">
                                    <w:rPr>
                                      <w:bCs/>
                                      <w:color w:val="000000"/>
                                      <w:szCs w:val="18"/>
                                      <w:lang w:val="en-GB"/>
                                    </w:rPr>
                                    <w:t>2173 3964-613</w:t>
                                  </w:r>
                                  <w:r w:rsidRPr="00782879">
                                    <w:rPr>
                                      <w:lang w:val="en-GB"/>
                                    </w:rPr>
                                    <w:br/>
                                    <w:t>E-Mail: hagelschuer.b@eplan.de</w:t>
                                  </w:r>
                                </w:p>
                                <w:p w14:paraId="43E224FC" w14:textId="4D9DB970" w:rsidR="00396217" w:rsidRPr="00782879" w:rsidRDefault="00396217">
                                  <w:pPr>
                                    <w:pStyle w:val="PIKontakt"/>
                                    <w:rPr>
                                      <w:lang w:val="en-GB"/>
                                    </w:rPr>
                                  </w:pPr>
                                  <w:r w:rsidRPr="00782879">
                                    <w:rPr>
                                      <w:szCs w:val="18"/>
                                      <w:lang w:val="en-GB"/>
                                    </w:rPr>
                                    <w:t>EPLAN GmbH &amp; Co. KG</w:t>
                                  </w:r>
                                  <w:r w:rsidRPr="00782879">
                                    <w:rPr>
                                      <w:szCs w:val="18"/>
                                      <w:lang w:val="en-GB"/>
                                    </w:rPr>
                                    <w:br/>
                                    <w:t>An der alten Ziegelei 2</w:t>
                                  </w:r>
                                  <w:r w:rsidRPr="00782879">
                                    <w:rPr>
                                      <w:szCs w:val="18"/>
                                      <w:lang w:val="en-GB"/>
                                    </w:rPr>
                                    <w:br/>
                                    <w:t>40789 Monheim am Rhein</w:t>
                                  </w:r>
                                  <w:r w:rsidR="00782879" w:rsidRPr="00782879">
                                    <w:rPr>
                                      <w:szCs w:val="18"/>
                                      <w:lang w:val="en-GB"/>
                                    </w:rPr>
                                    <w:br/>
                                    <w:t>Germany</w:t>
                                  </w:r>
                                  <w:r w:rsidRPr="00782879">
                                    <w:rPr>
                                      <w:szCs w:val="18"/>
                                      <w:lang w:val="en-GB"/>
                                    </w:rPr>
                                    <w:br/>
                                  </w:r>
                                  <w:r w:rsidRPr="00782879">
                                    <w:rPr>
                                      <w:lang w:val="en-GB"/>
                                    </w:rPr>
                                    <w:t>www.eplan.de</w:t>
                                  </w:r>
                                </w:p>
                              </w:tc>
                            </w:tr>
                            <w:tr w:rsidR="00396217" w:rsidRPr="00782879" w14:paraId="2E35BE71" w14:textId="77777777">
                              <w:trPr>
                                <w:trHeight w:val="1418"/>
                              </w:trPr>
                              <w:tc>
                                <w:tcPr>
                                  <w:tcW w:w="3864" w:type="dxa"/>
                                  <w:tcBorders>
                                    <w:right w:val="single" w:sz="6" w:space="0" w:color="auto"/>
                                  </w:tcBorders>
                                  <w:tcMar>
                                    <w:right w:w="170" w:type="dxa"/>
                                  </w:tcMar>
                                </w:tcPr>
                                <w:p w14:paraId="1A7C50D5" w14:textId="77777777" w:rsidR="00396217" w:rsidRPr="00782879" w:rsidRDefault="00396217">
                                  <w:pPr>
                                    <w:pStyle w:val="PIKontakt"/>
                                    <w:tabs>
                                      <w:tab w:val="left" w:pos="3600"/>
                                    </w:tabs>
                                    <w:rPr>
                                      <w:lang w:val="en-GB"/>
                                    </w:rPr>
                                  </w:pPr>
                                </w:p>
                              </w:tc>
                            </w:tr>
                          </w:tbl>
                          <w:p w14:paraId="5ED7BE54" w14:textId="77777777" w:rsidR="00396217" w:rsidRPr="00782879" w:rsidRDefault="00396217" w:rsidP="00396217">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1293E" id="Text Box 3" o:spid="_x0000_s1027" type="#_x0000_t202" style="position:absolute;margin-left:285pt;margin-top:.6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rsidRPr="00782879"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Pr="00782879" w:rsidRDefault="00396217">
                            <w:pPr>
                              <w:pStyle w:val="PIKontakt"/>
                              <w:tabs>
                                <w:tab w:val="left" w:pos="3600"/>
                              </w:tabs>
                              <w:rPr>
                                <w:lang w:val="en-GB"/>
                              </w:rPr>
                            </w:pPr>
                          </w:p>
                        </w:tc>
                      </w:tr>
                      <w:tr w:rsidR="00396217" w:rsidRPr="00782879" w14:paraId="55B1A10D" w14:textId="77777777">
                        <w:tc>
                          <w:tcPr>
                            <w:tcW w:w="3864" w:type="dxa"/>
                            <w:tcBorders>
                              <w:right w:val="single" w:sz="6" w:space="0" w:color="auto"/>
                            </w:tcBorders>
                            <w:tcMar>
                              <w:right w:w="170" w:type="dxa"/>
                            </w:tcMar>
                          </w:tcPr>
                          <w:p w14:paraId="42FEE523" w14:textId="1E46DD0D" w:rsidR="00396217" w:rsidRPr="00782879" w:rsidRDefault="00396217">
                            <w:pPr>
                              <w:pStyle w:val="PIKontakt"/>
                              <w:rPr>
                                <w:b/>
                                <w:lang w:val="en-GB"/>
                              </w:rPr>
                            </w:pPr>
                            <w:r w:rsidRPr="00782879">
                              <w:rPr>
                                <w:b/>
                                <w:lang w:val="en-GB"/>
                              </w:rPr>
                              <w:t>P</w:t>
                            </w:r>
                            <w:r w:rsidR="00782879" w:rsidRPr="00782879">
                              <w:rPr>
                                <w:b/>
                                <w:lang w:val="en-GB"/>
                              </w:rPr>
                              <w:t>ublic Relations</w:t>
                            </w:r>
                          </w:p>
                          <w:p w14:paraId="47A945A8" w14:textId="3080716C" w:rsidR="00396217" w:rsidRPr="00782879" w:rsidRDefault="00396217" w:rsidP="00374B1B">
                            <w:pPr>
                              <w:pStyle w:val="PIKontakt"/>
                              <w:rPr>
                                <w:lang w:val="en-GB"/>
                              </w:rPr>
                            </w:pPr>
                            <w:r w:rsidRPr="00782879">
                              <w:rPr>
                                <w:lang w:val="en-GB"/>
                              </w:rPr>
                              <w:t>Birgit Hagelschuer</w:t>
                            </w:r>
                            <w:r w:rsidRPr="00782879">
                              <w:rPr>
                                <w:lang w:val="en-GB"/>
                              </w:rPr>
                              <w:br/>
                              <w:t xml:space="preserve">Phone +49 </w:t>
                            </w:r>
                            <w:r w:rsidRPr="00782879">
                              <w:rPr>
                                <w:bCs/>
                                <w:color w:val="000000"/>
                                <w:szCs w:val="18"/>
                                <w:lang w:val="en-GB"/>
                              </w:rPr>
                              <w:t>2173 3964-180</w:t>
                            </w:r>
                            <w:r w:rsidRPr="00782879">
                              <w:rPr>
                                <w:lang w:val="en-GB"/>
                              </w:rPr>
                              <w:br/>
                              <w:t xml:space="preserve">Fax +49 </w:t>
                            </w:r>
                            <w:r w:rsidRPr="00782879">
                              <w:rPr>
                                <w:bCs/>
                                <w:color w:val="000000"/>
                                <w:szCs w:val="18"/>
                                <w:lang w:val="en-GB"/>
                              </w:rPr>
                              <w:t>2173 3964-613</w:t>
                            </w:r>
                            <w:r w:rsidRPr="00782879">
                              <w:rPr>
                                <w:lang w:val="en-GB"/>
                              </w:rPr>
                              <w:br/>
                              <w:t>E-Mail: hagelschuer.b@eplan.de</w:t>
                            </w:r>
                          </w:p>
                          <w:p w14:paraId="43E224FC" w14:textId="4D9DB970" w:rsidR="00396217" w:rsidRPr="00782879" w:rsidRDefault="00396217">
                            <w:pPr>
                              <w:pStyle w:val="PIKontakt"/>
                              <w:rPr>
                                <w:lang w:val="en-GB"/>
                              </w:rPr>
                            </w:pPr>
                            <w:r w:rsidRPr="00782879">
                              <w:rPr>
                                <w:szCs w:val="18"/>
                                <w:lang w:val="en-GB"/>
                              </w:rPr>
                              <w:t>EPLAN GmbH &amp; Co. KG</w:t>
                            </w:r>
                            <w:r w:rsidRPr="00782879">
                              <w:rPr>
                                <w:szCs w:val="18"/>
                                <w:lang w:val="en-GB"/>
                              </w:rPr>
                              <w:br/>
                              <w:t>An der alten Ziegelei 2</w:t>
                            </w:r>
                            <w:r w:rsidRPr="00782879">
                              <w:rPr>
                                <w:szCs w:val="18"/>
                                <w:lang w:val="en-GB"/>
                              </w:rPr>
                              <w:br/>
                              <w:t>40789 Monheim am Rhein</w:t>
                            </w:r>
                            <w:r w:rsidR="00782879" w:rsidRPr="00782879">
                              <w:rPr>
                                <w:szCs w:val="18"/>
                                <w:lang w:val="en-GB"/>
                              </w:rPr>
                              <w:br/>
                              <w:t>Germany</w:t>
                            </w:r>
                            <w:r w:rsidRPr="00782879">
                              <w:rPr>
                                <w:szCs w:val="18"/>
                                <w:lang w:val="en-GB"/>
                              </w:rPr>
                              <w:br/>
                            </w:r>
                            <w:r w:rsidRPr="00782879">
                              <w:rPr>
                                <w:lang w:val="en-GB"/>
                              </w:rPr>
                              <w:t>www.eplan.de</w:t>
                            </w:r>
                          </w:p>
                        </w:tc>
                      </w:tr>
                      <w:tr w:rsidR="00396217" w:rsidRPr="00782879" w14:paraId="2E35BE71" w14:textId="77777777">
                        <w:trPr>
                          <w:trHeight w:val="1418"/>
                        </w:trPr>
                        <w:tc>
                          <w:tcPr>
                            <w:tcW w:w="3864" w:type="dxa"/>
                            <w:tcBorders>
                              <w:right w:val="single" w:sz="6" w:space="0" w:color="auto"/>
                            </w:tcBorders>
                            <w:tcMar>
                              <w:right w:w="170" w:type="dxa"/>
                            </w:tcMar>
                          </w:tcPr>
                          <w:p w14:paraId="1A7C50D5" w14:textId="77777777" w:rsidR="00396217" w:rsidRPr="00782879" w:rsidRDefault="00396217">
                            <w:pPr>
                              <w:pStyle w:val="PIKontakt"/>
                              <w:tabs>
                                <w:tab w:val="left" w:pos="3600"/>
                              </w:tabs>
                              <w:rPr>
                                <w:lang w:val="en-GB"/>
                              </w:rPr>
                            </w:pPr>
                          </w:p>
                        </w:tc>
                      </w:tr>
                    </w:tbl>
                    <w:p w14:paraId="5ED7BE54" w14:textId="77777777" w:rsidR="00396217" w:rsidRPr="00782879" w:rsidRDefault="00396217" w:rsidP="00396217">
                      <w:pPr>
                        <w:rPr>
                          <w:lang w:val="en-GB"/>
                        </w:rPr>
                      </w:pPr>
                    </w:p>
                  </w:txbxContent>
                </v:textbox>
              </v:shape>
            </w:pict>
          </mc:Fallback>
        </mc:AlternateContent>
      </w:r>
      <w:r w:rsidR="00BE1AA0" w:rsidRPr="00027FEF">
        <w:rPr>
          <w:lang w:val="en-GB"/>
        </w:rPr>
        <w:t>Ele</w:t>
      </w:r>
      <w:r w:rsidR="006B3EA6" w:rsidRPr="00027FEF">
        <w:rPr>
          <w:lang w:val="en-GB"/>
        </w:rPr>
        <w:t>ctrical and mechanical engineering working hand in hand</w:t>
      </w:r>
    </w:p>
    <w:p w14:paraId="06B3C62E" w14:textId="2F510829" w:rsidR="00D35534" w:rsidRPr="00027FEF" w:rsidRDefault="00042AC8" w:rsidP="0020315E">
      <w:pPr>
        <w:pStyle w:val="PIDachzeile"/>
        <w:ind w:right="3493"/>
        <w:rPr>
          <w:b/>
          <w:bCs/>
          <w:i w:val="0"/>
          <w:sz w:val="28"/>
          <w:szCs w:val="28"/>
          <w:u w:val="none"/>
          <w:lang w:val="en-GB"/>
        </w:rPr>
      </w:pPr>
      <w:r w:rsidRPr="00027FEF">
        <w:rPr>
          <w:b/>
          <w:bCs/>
          <w:i w:val="0"/>
          <w:sz w:val="28"/>
          <w:szCs w:val="28"/>
          <w:u w:val="none"/>
          <w:lang w:val="en-GB"/>
        </w:rPr>
        <w:t>Machine</w:t>
      </w:r>
      <w:r w:rsidR="006B3EA6" w:rsidRPr="00027FEF">
        <w:rPr>
          <w:b/>
          <w:bCs/>
          <w:i w:val="0"/>
          <w:sz w:val="28"/>
          <w:szCs w:val="28"/>
          <w:u w:val="none"/>
          <w:lang w:val="en-GB"/>
        </w:rPr>
        <w:t xml:space="preserve"> Cabling Made Easy – </w:t>
      </w:r>
      <w:r w:rsidR="007C55F9">
        <w:rPr>
          <w:b/>
          <w:bCs/>
          <w:i w:val="0"/>
          <w:sz w:val="28"/>
          <w:szCs w:val="28"/>
          <w:u w:val="none"/>
          <w:lang w:val="en-GB"/>
        </w:rPr>
        <w:t>With</w:t>
      </w:r>
      <w:r w:rsidR="006B3EA6" w:rsidRPr="00027FEF">
        <w:rPr>
          <w:b/>
          <w:bCs/>
          <w:i w:val="0"/>
          <w:sz w:val="28"/>
          <w:szCs w:val="28"/>
          <w:u w:val="none"/>
          <w:lang w:val="en-GB"/>
        </w:rPr>
        <w:t xml:space="preserve"> the Digital Twin</w:t>
      </w:r>
    </w:p>
    <w:p w14:paraId="6B081698" w14:textId="3AB7BF66" w:rsidR="006B3EA6" w:rsidRPr="00027FEF" w:rsidRDefault="006B3EA6" w:rsidP="00042AC8">
      <w:pPr>
        <w:spacing w:line="312" w:lineRule="auto"/>
        <w:ind w:right="3493"/>
        <w:contextualSpacing/>
        <w:rPr>
          <w:rFonts w:ascii="Arial" w:hAnsi="Arial" w:cs="Arial"/>
          <w:b/>
          <w:bCs/>
          <w:sz w:val="22"/>
          <w:szCs w:val="22"/>
          <w:lang w:val="en-GB"/>
        </w:rPr>
      </w:pPr>
      <w:r w:rsidRPr="00027FEF">
        <w:rPr>
          <w:rFonts w:ascii="Arial" w:hAnsi="Arial" w:cs="Arial"/>
          <w:b/>
          <w:bCs/>
          <w:sz w:val="22"/>
          <w:szCs w:val="22"/>
          <w:lang w:val="en-GB"/>
        </w:rPr>
        <w:t xml:space="preserve">One cost driver in machine engineering is field cabling, </w:t>
      </w:r>
      <w:r w:rsidR="007C55F9">
        <w:rPr>
          <w:rFonts w:ascii="Arial" w:hAnsi="Arial" w:cs="Arial"/>
          <w:b/>
          <w:bCs/>
          <w:sz w:val="22"/>
          <w:szCs w:val="22"/>
          <w:lang w:val="en-GB"/>
        </w:rPr>
        <w:t>where cabling</w:t>
      </w:r>
      <w:r w:rsidRPr="00027FEF">
        <w:rPr>
          <w:rFonts w:ascii="Arial" w:hAnsi="Arial" w:cs="Arial"/>
          <w:b/>
          <w:bCs/>
          <w:sz w:val="22"/>
          <w:szCs w:val="22"/>
          <w:lang w:val="en-GB"/>
        </w:rPr>
        <w:t xml:space="preserve"> often end</w:t>
      </w:r>
      <w:r w:rsidR="007C55F9">
        <w:rPr>
          <w:rFonts w:ascii="Arial" w:hAnsi="Arial" w:cs="Arial"/>
          <w:b/>
          <w:bCs/>
          <w:sz w:val="22"/>
          <w:szCs w:val="22"/>
          <w:lang w:val="en-GB"/>
        </w:rPr>
        <w:t>s</w:t>
      </w:r>
      <w:r w:rsidRPr="00027FEF">
        <w:rPr>
          <w:rFonts w:ascii="Arial" w:hAnsi="Arial" w:cs="Arial"/>
          <w:b/>
          <w:bCs/>
          <w:sz w:val="22"/>
          <w:szCs w:val="22"/>
          <w:lang w:val="en-GB"/>
        </w:rPr>
        <w:t xml:space="preserve"> up being either too short or too long. Why is that? Because working by trial and error is still too often used these days. Solutions provider Eplan is </w:t>
      </w:r>
      <w:r w:rsidR="007C55F9">
        <w:rPr>
          <w:rFonts w:ascii="Arial" w:hAnsi="Arial" w:cs="Arial"/>
          <w:b/>
          <w:bCs/>
          <w:sz w:val="22"/>
          <w:szCs w:val="22"/>
          <w:lang w:val="en-GB"/>
        </w:rPr>
        <w:t>here</w:t>
      </w:r>
      <w:r w:rsidRPr="00027FEF">
        <w:rPr>
          <w:rFonts w:ascii="Arial" w:hAnsi="Arial" w:cs="Arial"/>
          <w:b/>
          <w:bCs/>
          <w:sz w:val="22"/>
          <w:szCs w:val="22"/>
          <w:lang w:val="en-GB"/>
        </w:rPr>
        <w:t xml:space="preserve"> to help: Eplan Harness proD software – previously used for designing wire harnesses – </w:t>
      </w:r>
      <w:r w:rsidR="001E1A7A" w:rsidRPr="00027FEF">
        <w:rPr>
          <w:rFonts w:ascii="Arial" w:hAnsi="Arial" w:cs="Arial"/>
          <w:b/>
          <w:bCs/>
          <w:sz w:val="22"/>
          <w:szCs w:val="22"/>
          <w:lang w:val="en-GB"/>
        </w:rPr>
        <w:t xml:space="preserve">has been expanded to also include machine </w:t>
      </w:r>
      <w:r w:rsidR="00BF4E84" w:rsidRPr="00027FEF">
        <w:rPr>
          <w:rFonts w:ascii="Arial" w:hAnsi="Arial" w:cs="Arial"/>
          <w:b/>
          <w:bCs/>
          <w:sz w:val="22"/>
          <w:szCs w:val="22"/>
          <w:lang w:val="en-GB"/>
        </w:rPr>
        <w:t xml:space="preserve">field </w:t>
      </w:r>
      <w:r w:rsidR="001E1A7A" w:rsidRPr="00027FEF">
        <w:rPr>
          <w:rFonts w:ascii="Arial" w:hAnsi="Arial" w:cs="Arial"/>
          <w:b/>
          <w:bCs/>
          <w:sz w:val="22"/>
          <w:szCs w:val="22"/>
          <w:lang w:val="en-GB"/>
        </w:rPr>
        <w:t xml:space="preserve">cabling. The digital twin can be used as a 3D module in the mechanical construction </w:t>
      </w:r>
      <w:r w:rsidR="00C573FA" w:rsidRPr="00027FEF">
        <w:rPr>
          <w:rFonts w:ascii="Arial" w:hAnsi="Arial" w:cs="Arial"/>
          <w:b/>
          <w:bCs/>
          <w:sz w:val="22"/>
          <w:szCs w:val="22"/>
          <w:lang w:val="en-GB"/>
        </w:rPr>
        <w:t xml:space="preserve">or be </w:t>
      </w:r>
      <w:r w:rsidR="00FD56B7" w:rsidRPr="00027FEF">
        <w:rPr>
          <w:rFonts w:ascii="Arial" w:hAnsi="Arial" w:cs="Arial"/>
          <w:b/>
          <w:bCs/>
          <w:sz w:val="22"/>
          <w:szCs w:val="22"/>
          <w:lang w:val="en-GB"/>
        </w:rPr>
        <w:t>transferred</w:t>
      </w:r>
      <w:r w:rsidR="00C573FA" w:rsidRPr="00027FEF">
        <w:rPr>
          <w:rFonts w:ascii="Arial" w:hAnsi="Arial" w:cs="Arial"/>
          <w:b/>
          <w:bCs/>
          <w:sz w:val="22"/>
          <w:szCs w:val="22"/>
          <w:lang w:val="en-GB"/>
        </w:rPr>
        <w:t xml:space="preserve"> into the electrotechnical project with the added cabling information.</w:t>
      </w:r>
    </w:p>
    <w:p w14:paraId="4407CE92" w14:textId="77777777" w:rsidR="00042AC8" w:rsidRPr="00027FEF" w:rsidRDefault="00042AC8" w:rsidP="00042AC8">
      <w:pPr>
        <w:spacing w:line="312" w:lineRule="auto"/>
        <w:ind w:right="3493"/>
        <w:contextualSpacing/>
        <w:rPr>
          <w:rFonts w:ascii="Arial" w:hAnsi="Arial" w:cs="Arial"/>
          <w:sz w:val="22"/>
          <w:szCs w:val="22"/>
          <w:lang w:val="en-GB"/>
        </w:rPr>
      </w:pPr>
    </w:p>
    <w:p w14:paraId="028D1D0C" w14:textId="106432CF" w:rsidR="00C573FA" w:rsidRPr="00027FEF" w:rsidRDefault="000541A3" w:rsidP="001C21B4">
      <w:pPr>
        <w:spacing w:line="312" w:lineRule="auto"/>
        <w:ind w:right="3493"/>
        <w:contextualSpacing/>
        <w:rPr>
          <w:rFonts w:ascii="Arial" w:hAnsi="Arial" w:cs="Arial"/>
          <w:sz w:val="22"/>
          <w:szCs w:val="22"/>
          <w:lang w:val="en-GB"/>
        </w:rPr>
      </w:pPr>
      <w:proofErr w:type="spellStart"/>
      <w:r w:rsidRPr="00027FEF">
        <w:rPr>
          <w:rFonts w:ascii="Arial" w:hAnsi="Arial" w:cs="Arial"/>
          <w:sz w:val="22"/>
          <w:szCs w:val="22"/>
          <w:lang w:val="en-GB"/>
        </w:rPr>
        <w:t>Monheim</w:t>
      </w:r>
      <w:proofErr w:type="spellEnd"/>
      <w:r w:rsidRPr="00027FEF">
        <w:rPr>
          <w:rFonts w:ascii="Arial" w:hAnsi="Arial" w:cs="Arial"/>
          <w:sz w:val="22"/>
          <w:szCs w:val="22"/>
          <w:lang w:val="en-GB"/>
        </w:rPr>
        <w:t>,</w:t>
      </w:r>
      <w:r w:rsidR="00C573FA" w:rsidRPr="00027FEF">
        <w:rPr>
          <w:rFonts w:ascii="Arial" w:hAnsi="Arial" w:cs="Arial"/>
          <w:sz w:val="22"/>
          <w:szCs w:val="22"/>
          <w:lang w:val="en-GB"/>
        </w:rPr>
        <w:t xml:space="preserve"> Germany, </w:t>
      </w:r>
      <w:r w:rsidR="0044764D">
        <w:rPr>
          <w:rFonts w:ascii="Arial" w:hAnsi="Arial" w:cs="Arial"/>
          <w:sz w:val="22"/>
          <w:szCs w:val="22"/>
          <w:lang w:val="en-GB"/>
        </w:rPr>
        <w:t>29</w:t>
      </w:r>
      <w:r w:rsidR="00C573FA" w:rsidRPr="00027FEF">
        <w:rPr>
          <w:rFonts w:ascii="Arial" w:hAnsi="Arial" w:cs="Arial"/>
          <w:sz w:val="22"/>
          <w:szCs w:val="22"/>
          <w:lang w:val="en-GB"/>
        </w:rPr>
        <w:t xml:space="preserve"> March</w:t>
      </w:r>
      <w:r w:rsidRPr="00027FEF">
        <w:rPr>
          <w:rFonts w:ascii="Arial" w:hAnsi="Arial" w:cs="Arial"/>
          <w:sz w:val="22"/>
          <w:szCs w:val="22"/>
          <w:lang w:val="en-GB"/>
        </w:rPr>
        <w:t xml:space="preserve"> 2023</w:t>
      </w:r>
      <w:r w:rsidR="007D132D" w:rsidRPr="00027FEF">
        <w:rPr>
          <w:rFonts w:ascii="Arial" w:hAnsi="Arial" w:cs="Arial"/>
          <w:sz w:val="22"/>
          <w:szCs w:val="22"/>
          <w:lang w:val="en-GB"/>
        </w:rPr>
        <w:t xml:space="preserve"> – </w:t>
      </w:r>
      <w:r w:rsidR="00C573FA" w:rsidRPr="00027FEF">
        <w:rPr>
          <w:rFonts w:ascii="Arial" w:hAnsi="Arial" w:cs="Arial"/>
          <w:sz w:val="22"/>
          <w:szCs w:val="22"/>
          <w:lang w:val="en-GB"/>
        </w:rPr>
        <w:t>Finding the right cables, planning</w:t>
      </w:r>
      <w:r w:rsidR="007C55F9">
        <w:rPr>
          <w:rFonts w:ascii="Arial" w:hAnsi="Arial" w:cs="Arial"/>
          <w:sz w:val="22"/>
          <w:szCs w:val="22"/>
          <w:lang w:val="en-GB"/>
        </w:rPr>
        <w:t xml:space="preserve">, </w:t>
      </w:r>
      <w:proofErr w:type="gramStart"/>
      <w:r w:rsidR="007C55F9">
        <w:rPr>
          <w:rFonts w:ascii="Arial" w:hAnsi="Arial" w:cs="Arial"/>
          <w:sz w:val="22"/>
          <w:szCs w:val="22"/>
          <w:lang w:val="en-GB"/>
        </w:rPr>
        <w:t>designing</w:t>
      </w:r>
      <w:proofErr w:type="gramEnd"/>
      <w:r w:rsidR="00C573FA" w:rsidRPr="00027FEF">
        <w:rPr>
          <w:rFonts w:ascii="Arial" w:hAnsi="Arial" w:cs="Arial"/>
          <w:sz w:val="22"/>
          <w:szCs w:val="22"/>
          <w:lang w:val="en-GB"/>
        </w:rPr>
        <w:t xml:space="preserve"> and plotting their </w:t>
      </w:r>
      <w:r w:rsidR="007C55F9">
        <w:rPr>
          <w:rFonts w:ascii="Arial" w:hAnsi="Arial" w:cs="Arial"/>
          <w:sz w:val="22"/>
          <w:szCs w:val="22"/>
          <w:lang w:val="en-GB"/>
        </w:rPr>
        <w:t>routing</w:t>
      </w:r>
      <w:r w:rsidR="00C573FA" w:rsidRPr="00027FEF">
        <w:rPr>
          <w:rFonts w:ascii="Arial" w:hAnsi="Arial" w:cs="Arial"/>
          <w:sz w:val="22"/>
          <w:szCs w:val="22"/>
          <w:lang w:val="en-GB"/>
        </w:rPr>
        <w:t xml:space="preserve"> for assembly? Until now, this has been a very laborious process for electrical design engineers in machine building. Solutions provider Eplan has now expanded </w:t>
      </w:r>
      <w:r w:rsidR="00FD56B7" w:rsidRPr="00027FEF">
        <w:rPr>
          <w:rFonts w:ascii="Arial" w:hAnsi="Arial" w:cs="Arial"/>
          <w:sz w:val="22"/>
          <w:szCs w:val="22"/>
          <w:lang w:val="en-GB"/>
        </w:rPr>
        <w:t>its</w:t>
      </w:r>
      <w:r w:rsidR="00C573FA" w:rsidRPr="00027FEF">
        <w:rPr>
          <w:rFonts w:ascii="Arial" w:hAnsi="Arial" w:cs="Arial"/>
          <w:sz w:val="22"/>
          <w:szCs w:val="22"/>
          <w:lang w:val="en-GB"/>
        </w:rPr>
        <w:t xml:space="preserve"> 3D software Eplan Harness proD to cover the practical requirements for machine </w:t>
      </w:r>
      <w:r w:rsidR="00BF4E84" w:rsidRPr="00027FEF">
        <w:rPr>
          <w:rFonts w:ascii="Arial" w:hAnsi="Arial" w:cs="Arial"/>
          <w:sz w:val="22"/>
          <w:szCs w:val="22"/>
          <w:lang w:val="en-GB"/>
        </w:rPr>
        <w:t xml:space="preserve">field </w:t>
      </w:r>
      <w:r w:rsidR="00C573FA" w:rsidRPr="00027FEF">
        <w:rPr>
          <w:rFonts w:ascii="Arial" w:hAnsi="Arial" w:cs="Arial"/>
          <w:sz w:val="22"/>
          <w:szCs w:val="22"/>
          <w:lang w:val="en-GB"/>
        </w:rPr>
        <w:t xml:space="preserve">cabling. </w:t>
      </w:r>
      <w:r w:rsidR="00027FEF" w:rsidRPr="00027FEF">
        <w:rPr>
          <w:rFonts w:ascii="Arial" w:hAnsi="Arial" w:cs="Arial"/>
          <w:sz w:val="22"/>
          <w:szCs w:val="22"/>
          <w:lang w:val="en-GB"/>
        </w:rPr>
        <w:t xml:space="preserve">What’s long been standard in the mechanical environment is now moving into electrical engineering – the digital twin of the cabling. </w:t>
      </w:r>
      <w:r w:rsidR="00027FEF">
        <w:rPr>
          <w:rFonts w:ascii="Arial" w:hAnsi="Arial" w:cs="Arial"/>
          <w:sz w:val="22"/>
          <w:szCs w:val="22"/>
          <w:lang w:val="en-GB"/>
        </w:rPr>
        <w:t xml:space="preserve">Depicted in Eplan Harness proD, this unique product data source is usable in manufacturing, assembly and even service and maintenance – by combing electrical and mechanical engineering. The common device database for the Eplan systems ensures an </w:t>
      </w:r>
      <w:r w:rsidR="00FD56B7">
        <w:rPr>
          <w:rFonts w:ascii="Arial" w:hAnsi="Arial" w:cs="Arial"/>
          <w:sz w:val="22"/>
          <w:szCs w:val="22"/>
          <w:lang w:val="en-GB"/>
        </w:rPr>
        <w:t>unambiguous</w:t>
      </w:r>
      <w:r w:rsidR="00027FEF">
        <w:rPr>
          <w:rFonts w:ascii="Arial" w:hAnsi="Arial" w:cs="Arial"/>
          <w:sz w:val="22"/>
          <w:szCs w:val="22"/>
          <w:lang w:val="en-GB"/>
        </w:rPr>
        <w:t xml:space="preserve"> source for all the data. One clear advantage</w:t>
      </w:r>
      <w:r w:rsidR="001C21B4">
        <w:rPr>
          <w:rFonts w:ascii="Arial" w:hAnsi="Arial" w:cs="Arial"/>
          <w:sz w:val="22"/>
          <w:szCs w:val="22"/>
          <w:lang w:val="en-GB"/>
        </w:rPr>
        <w:t xml:space="preserve"> in practice is that every designer can work in their own way, each with their own view of the machine in question: mechanical engineering continues working with assemblies and electrical engineering with functions.</w:t>
      </w:r>
    </w:p>
    <w:p w14:paraId="390C56F9" w14:textId="77777777" w:rsidR="00BF4E84" w:rsidRPr="00027FEF" w:rsidRDefault="00BF4E84" w:rsidP="007D132D">
      <w:pPr>
        <w:spacing w:line="312" w:lineRule="auto"/>
        <w:ind w:right="3493"/>
        <w:contextualSpacing/>
        <w:rPr>
          <w:rFonts w:ascii="Arial" w:hAnsi="Arial" w:cs="Arial"/>
          <w:sz w:val="22"/>
          <w:szCs w:val="22"/>
          <w:lang w:val="en-GB"/>
        </w:rPr>
      </w:pPr>
    </w:p>
    <w:p w14:paraId="2B871BC7" w14:textId="7FD925D5" w:rsidR="007D132D" w:rsidRPr="00027FEF" w:rsidRDefault="001C21B4" w:rsidP="00BE1AA0">
      <w:pPr>
        <w:spacing w:after="120" w:line="312" w:lineRule="auto"/>
        <w:ind w:right="3493"/>
        <w:rPr>
          <w:rFonts w:ascii="Arial" w:hAnsi="Arial" w:cs="Arial"/>
          <w:b/>
          <w:bCs/>
          <w:sz w:val="22"/>
          <w:szCs w:val="22"/>
          <w:lang w:val="en-GB"/>
        </w:rPr>
      </w:pPr>
      <w:r>
        <w:rPr>
          <w:rFonts w:ascii="Arial" w:hAnsi="Arial" w:cs="Arial"/>
          <w:b/>
          <w:bCs/>
          <w:sz w:val="22"/>
          <w:szCs w:val="22"/>
          <w:lang w:val="en-GB"/>
        </w:rPr>
        <w:t>System-supported designing and routing of cabling pathways</w:t>
      </w:r>
    </w:p>
    <w:p w14:paraId="6F2BD438" w14:textId="3FCBD7D9" w:rsidR="001C21B4" w:rsidRDefault="000F49CE" w:rsidP="007D132D">
      <w:pPr>
        <w:spacing w:line="312" w:lineRule="auto"/>
        <w:ind w:right="3493"/>
        <w:contextualSpacing/>
        <w:rPr>
          <w:rFonts w:ascii="Arial" w:hAnsi="Arial" w:cs="Arial"/>
          <w:sz w:val="22"/>
          <w:szCs w:val="22"/>
          <w:lang w:val="en-GB"/>
        </w:rPr>
      </w:pPr>
      <w:r>
        <w:rPr>
          <w:rFonts w:ascii="Arial" w:hAnsi="Arial" w:cs="Arial"/>
          <w:sz w:val="22"/>
          <w:szCs w:val="22"/>
          <w:lang w:val="en-GB"/>
        </w:rPr>
        <w:t xml:space="preserve">The process for cable planning is incredibly simple. The electrical engineer plans the necessary cables in the schematics using Eplan Electric P8. </w:t>
      </w:r>
      <w:r w:rsidR="006365E1">
        <w:rPr>
          <w:rFonts w:ascii="Arial" w:hAnsi="Arial" w:cs="Arial"/>
          <w:sz w:val="22"/>
          <w:szCs w:val="22"/>
          <w:lang w:val="en-GB"/>
        </w:rPr>
        <w:t xml:space="preserve">She then, almost in passing, defines the required devices for the cabling designs in Eplan Harness proD. This where the decisive advantage in the process become clear: </w:t>
      </w:r>
      <w:r w:rsidR="007C55F9">
        <w:rPr>
          <w:rFonts w:ascii="Arial" w:hAnsi="Arial" w:cs="Arial"/>
          <w:sz w:val="22"/>
          <w:szCs w:val="22"/>
          <w:lang w:val="en-GB"/>
        </w:rPr>
        <w:t>t</w:t>
      </w:r>
      <w:r w:rsidR="006365E1">
        <w:rPr>
          <w:rFonts w:ascii="Arial" w:hAnsi="Arial" w:cs="Arial"/>
          <w:sz w:val="22"/>
          <w:szCs w:val="22"/>
          <w:lang w:val="en-GB"/>
        </w:rPr>
        <w:t xml:space="preserve">he common device databank </w:t>
      </w:r>
      <w:r w:rsidR="007C55F9">
        <w:rPr>
          <w:rFonts w:ascii="Arial" w:hAnsi="Arial" w:cs="Arial"/>
          <w:sz w:val="22"/>
          <w:szCs w:val="22"/>
          <w:lang w:val="en-GB"/>
        </w:rPr>
        <w:t>for</w:t>
      </w:r>
      <w:r w:rsidR="006365E1">
        <w:rPr>
          <w:rFonts w:ascii="Arial" w:hAnsi="Arial" w:cs="Arial"/>
          <w:sz w:val="22"/>
          <w:szCs w:val="22"/>
          <w:lang w:val="en-GB"/>
        </w:rPr>
        <w:t xml:space="preserve"> all the Eplan </w:t>
      </w:r>
      <w:r w:rsidR="007C55F9">
        <w:rPr>
          <w:rFonts w:ascii="Arial" w:hAnsi="Arial" w:cs="Arial"/>
          <w:sz w:val="22"/>
          <w:szCs w:val="22"/>
          <w:lang w:val="en-GB"/>
        </w:rPr>
        <w:t>s</w:t>
      </w:r>
      <w:r w:rsidR="006365E1">
        <w:rPr>
          <w:rFonts w:ascii="Arial" w:hAnsi="Arial" w:cs="Arial"/>
          <w:sz w:val="22"/>
          <w:szCs w:val="22"/>
          <w:lang w:val="en-GB"/>
        </w:rPr>
        <w:t>ystems</w:t>
      </w:r>
      <w:r w:rsidR="00860649">
        <w:rPr>
          <w:rFonts w:ascii="Arial" w:hAnsi="Arial" w:cs="Arial"/>
          <w:sz w:val="22"/>
          <w:szCs w:val="22"/>
          <w:lang w:val="en-GB"/>
        </w:rPr>
        <w:t xml:space="preserve">, a consistent, uniform source of data. After that, she links the electrotechnical project with Harness proD and imports the 3D geometry from mechanical engineering into the cabling tool. With all this information, the external equipment is placed into the 3D environment, cabling pathways are defined with system support, and the cables are then routed. Once all devices and cables have been introduced, the designer receives a digital twin of all the cabling. This twin now has a dual effect: </w:t>
      </w:r>
      <w:r w:rsidR="007C55F9">
        <w:rPr>
          <w:rFonts w:ascii="Arial" w:hAnsi="Arial" w:cs="Arial"/>
          <w:sz w:val="22"/>
          <w:szCs w:val="22"/>
          <w:lang w:val="en-GB"/>
        </w:rPr>
        <w:t>i</w:t>
      </w:r>
      <w:r w:rsidR="00860649">
        <w:rPr>
          <w:rFonts w:ascii="Arial" w:hAnsi="Arial" w:cs="Arial"/>
          <w:sz w:val="22"/>
          <w:szCs w:val="22"/>
          <w:lang w:val="en-GB"/>
        </w:rPr>
        <w:t xml:space="preserve">t can be provided to </w:t>
      </w:r>
      <w:r w:rsidR="002D55E3">
        <w:rPr>
          <w:rFonts w:ascii="Arial" w:hAnsi="Arial" w:cs="Arial"/>
          <w:sz w:val="22"/>
          <w:szCs w:val="22"/>
          <w:lang w:val="en-GB"/>
        </w:rPr>
        <w:t>the mechanical design team as a 3D assembly</w:t>
      </w:r>
      <w:r w:rsidR="007C55F9">
        <w:rPr>
          <w:rFonts w:ascii="Arial" w:hAnsi="Arial" w:cs="Arial"/>
          <w:sz w:val="22"/>
          <w:szCs w:val="22"/>
          <w:lang w:val="en-GB"/>
        </w:rPr>
        <w:t xml:space="preserve">, </w:t>
      </w:r>
      <w:r w:rsidR="002D55E3">
        <w:rPr>
          <w:rFonts w:ascii="Arial" w:hAnsi="Arial" w:cs="Arial"/>
          <w:sz w:val="22"/>
          <w:szCs w:val="22"/>
          <w:lang w:val="en-GB"/>
        </w:rPr>
        <w:t>or be transferred to the electrical engineering team with the added cabling information.</w:t>
      </w:r>
    </w:p>
    <w:p w14:paraId="5B40F105" w14:textId="77777777" w:rsidR="007D132D" w:rsidRPr="00027FEF" w:rsidRDefault="007D132D" w:rsidP="007D132D">
      <w:pPr>
        <w:spacing w:line="312" w:lineRule="auto"/>
        <w:ind w:right="3493"/>
        <w:contextualSpacing/>
        <w:rPr>
          <w:rFonts w:ascii="Arial" w:hAnsi="Arial" w:cs="Arial"/>
          <w:sz w:val="22"/>
          <w:szCs w:val="22"/>
          <w:lang w:val="en-GB"/>
        </w:rPr>
      </w:pPr>
    </w:p>
    <w:p w14:paraId="4BAD2613" w14:textId="06B080B1" w:rsidR="00042AC8" w:rsidRPr="00027FEF" w:rsidRDefault="001C21B4" w:rsidP="00BE1AA0">
      <w:pPr>
        <w:spacing w:after="120" w:line="312" w:lineRule="auto"/>
        <w:ind w:right="3493"/>
        <w:rPr>
          <w:rFonts w:ascii="Arial" w:hAnsi="Arial" w:cs="Arial"/>
          <w:b/>
          <w:bCs/>
          <w:sz w:val="22"/>
          <w:szCs w:val="22"/>
          <w:lang w:val="en-GB"/>
        </w:rPr>
      </w:pPr>
      <w:r>
        <w:rPr>
          <w:rFonts w:ascii="Arial" w:hAnsi="Arial" w:cs="Arial"/>
          <w:b/>
          <w:bCs/>
          <w:sz w:val="22"/>
          <w:szCs w:val="22"/>
          <w:lang w:val="en-GB"/>
        </w:rPr>
        <w:t xml:space="preserve">Prototyping – </w:t>
      </w:r>
      <w:r w:rsidR="007C55F9">
        <w:rPr>
          <w:rFonts w:ascii="Arial" w:hAnsi="Arial" w:cs="Arial"/>
          <w:b/>
          <w:bCs/>
          <w:sz w:val="22"/>
          <w:szCs w:val="22"/>
          <w:lang w:val="en-GB"/>
        </w:rPr>
        <w:t>virtual is better than physical</w:t>
      </w:r>
    </w:p>
    <w:p w14:paraId="16A4A555" w14:textId="71AFCAE7" w:rsidR="002D55E3" w:rsidRDefault="00BB3F6B" w:rsidP="00042AC8">
      <w:pPr>
        <w:spacing w:line="312" w:lineRule="auto"/>
        <w:ind w:right="3493"/>
        <w:contextualSpacing/>
        <w:rPr>
          <w:rFonts w:ascii="Arial" w:hAnsi="Arial" w:cs="Arial"/>
          <w:sz w:val="22"/>
          <w:szCs w:val="22"/>
          <w:lang w:val="en-GB"/>
        </w:rPr>
      </w:pPr>
      <w:r>
        <w:rPr>
          <w:rFonts w:ascii="Arial" w:hAnsi="Arial" w:cs="Arial"/>
          <w:sz w:val="22"/>
          <w:szCs w:val="22"/>
          <w:lang w:val="en-GB"/>
        </w:rPr>
        <w:t>What only first becomes apparent after the physical prototype is built (</w:t>
      </w:r>
      <w:r w:rsidR="007C55F9">
        <w:rPr>
          <w:rFonts w:ascii="Arial" w:hAnsi="Arial" w:cs="Arial"/>
          <w:sz w:val="22"/>
          <w:szCs w:val="22"/>
          <w:lang w:val="en-GB"/>
        </w:rPr>
        <w:t xml:space="preserve">when </w:t>
      </w:r>
      <w:r>
        <w:rPr>
          <w:rFonts w:ascii="Arial" w:hAnsi="Arial" w:cs="Arial"/>
          <w:sz w:val="22"/>
          <w:szCs w:val="22"/>
          <w:lang w:val="en-GB"/>
        </w:rPr>
        <w:t>using tradition working methods) becomes visible much earlier using th</w:t>
      </w:r>
      <w:r w:rsidR="007C55F9">
        <w:rPr>
          <w:rFonts w:ascii="Arial" w:hAnsi="Arial" w:cs="Arial"/>
          <w:sz w:val="22"/>
          <w:szCs w:val="22"/>
          <w:lang w:val="en-GB"/>
        </w:rPr>
        <w:t xml:space="preserve">is more </w:t>
      </w:r>
      <w:r>
        <w:rPr>
          <w:rFonts w:ascii="Arial" w:hAnsi="Arial" w:cs="Arial"/>
          <w:sz w:val="22"/>
          <w:szCs w:val="22"/>
          <w:lang w:val="en-GB"/>
        </w:rPr>
        <w:t>integrative process. Changes, for instance when creating the prototype, can be handled with just a few mouse clicks in the program. An actual physical prototype from manufacturing isn’t required at all. The digital twin is the medium for collaboration in engineering or</w:t>
      </w:r>
      <w:r w:rsidR="007C55F9">
        <w:rPr>
          <w:rFonts w:ascii="Arial" w:hAnsi="Arial" w:cs="Arial"/>
          <w:sz w:val="22"/>
          <w:szCs w:val="22"/>
          <w:lang w:val="en-GB"/>
        </w:rPr>
        <w:t xml:space="preserve"> even</w:t>
      </w:r>
      <w:r>
        <w:rPr>
          <w:rFonts w:ascii="Arial" w:hAnsi="Arial" w:cs="Arial"/>
          <w:sz w:val="22"/>
          <w:szCs w:val="22"/>
          <w:lang w:val="en-GB"/>
        </w:rPr>
        <w:t xml:space="preserve"> for starting constructive dialogues with clients – whether it’s during the specification phase, the development phase</w:t>
      </w:r>
      <w:r w:rsidR="005C57DC">
        <w:rPr>
          <w:rFonts w:ascii="Arial" w:hAnsi="Arial" w:cs="Arial"/>
          <w:sz w:val="22"/>
          <w:szCs w:val="22"/>
          <w:lang w:val="en-GB"/>
        </w:rPr>
        <w:t xml:space="preserve"> for design reviews, or even for marketing purposes. Here’s an overview of just some of the advantages:</w:t>
      </w:r>
    </w:p>
    <w:p w14:paraId="360F7D24" w14:textId="77777777" w:rsidR="00042AC8" w:rsidRPr="00027FEF" w:rsidRDefault="00042AC8" w:rsidP="00042AC8">
      <w:pPr>
        <w:spacing w:line="312" w:lineRule="auto"/>
        <w:ind w:right="3493"/>
        <w:contextualSpacing/>
        <w:rPr>
          <w:rFonts w:ascii="Arial" w:hAnsi="Arial" w:cs="Arial"/>
          <w:sz w:val="22"/>
          <w:szCs w:val="22"/>
          <w:lang w:val="en-GB"/>
        </w:rPr>
      </w:pPr>
    </w:p>
    <w:p w14:paraId="15AB4715" w14:textId="63C8E9E7" w:rsidR="00042AC8" w:rsidRPr="00027FEF" w:rsidRDefault="005C57DC" w:rsidP="00042AC8">
      <w:pPr>
        <w:pStyle w:val="Listenabsatz"/>
        <w:numPr>
          <w:ilvl w:val="0"/>
          <w:numId w:val="12"/>
        </w:numPr>
        <w:spacing w:after="160" w:line="312" w:lineRule="auto"/>
        <w:ind w:right="3493"/>
        <w:contextualSpacing/>
        <w:rPr>
          <w:rFonts w:ascii="Arial" w:hAnsi="Arial" w:cs="Arial"/>
          <w:lang w:val="en-GB"/>
        </w:rPr>
      </w:pPr>
      <w:r>
        <w:rPr>
          <w:rFonts w:ascii="Arial" w:hAnsi="Arial" w:cs="Arial"/>
          <w:lang w:val="en-GB"/>
        </w:rPr>
        <w:t xml:space="preserve">Complete </w:t>
      </w:r>
      <w:r w:rsidR="00042AC8" w:rsidRPr="00027FEF">
        <w:rPr>
          <w:rFonts w:ascii="Arial" w:hAnsi="Arial" w:cs="Arial"/>
          <w:lang w:val="en-GB"/>
        </w:rPr>
        <w:t xml:space="preserve">Eplan </w:t>
      </w:r>
      <w:r>
        <w:rPr>
          <w:rFonts w:ascii="Arial" w:hAnsi="Arial" w:cs="Arial"/>
          <w:lang w:val="en-GB"/>
        </w:rPr>
        <w:t>p</w:t>
      </w:r>
      <w:r w:rsidR="00042AC8" w:rsidRPr="00027FEF">
        <w:rPr>
          <w:rFonts w:ascii="Arial" w:hAnsi="Arial" w:cs="Arial"/>
          <w:lang w:val="en-GB"/>
        </w:rPr>
        <w:t>roje</w:t>
      </w:r>
      <w:r>
        <w:rPr>
          <w:rFonts w:ascii="Arial" w:hAnsi="Arial" w:cs="Arial"/>
          <w:lang w:val="en-GB"/>
        </w:rPr>
        <w:t>c</w:t>
      </w:r>
      <w:r w:rsidR="00042AC8" w:rsidRPr="00027FEF">
        <w:rPr>
          <w:rFonts w:ascii="Arial" w:hAnsi="Arial" w:cs="Arial"/>
          <w:lang w:val="en-GB"/>
        </w:rPr>
        <w:t>t (</w:t>
      </w:r>
      <w:r>
        <w:rPr>
          <w:rFonts w:ascii="Arial" w:hAnsi="Arial" w:cs="Arial"/>
          <w:lang w:val="en-GB"/>
        </w:rPr>
        <w:t>the s</w:t>
      </w:r>
      <w:r w:rsidR="00042AC8" w:rsidRPr="00027FEF">
        <w:rPr>
          <w:rFonts w:ascii="Arial" w:hAnsi="Arial" w:cs="Arial"/>
          <w:lang w:val="en-GB"/>
        </w:rPr>
        <w:t>ingle</w:t>
      </w:r>
      <w:r>
        <w:rPr>
          <w:rFonts w:ascii="Arial" w:hAnsi="Arial" w:cs="Arial"/>
          <w:lang w:val="en-GB"/>
        </w:rPr>
        <w:t xml:space="preserve"> s</w:t>
      </w:r>
      <w:r w:rsidR="00042AC8" w:rsidRPr="00027FEF">
        <w:rPr>
          <w:rFonts w:ascii="Arial" w:hAnsi="Arial" w:cs="Arial"/>
          <w:lang w:val="en-GB"/>
        </w:rPr>
        <w:t>ource</w:t>
      </w:r>
      <w:r>
        <w:rPr>
          <w:rFonts w:ascii="Arial" w:hAnsi="Arial" w:cs="Arial"/>
          <w:lang w:val="en-GB"/>
        </w:rPr>
        <w:t xml:space="preserve"> </w:t>
      </w:r>
      <w:r w:rsidR="00042AC8" w:rsidRPr="00027FEF">
        <w:rPr>
          <w:rFonts w:ascii="Arial" w:hAnsi="Arial" w:cs="Arial"/>
          <w:lang w:val="en-GB"/>
        </w:rPr>
        <w:t>of</w:t>
      </w:r>
      <w:r>
        <w:rPr>
          <w:rFonts w:ascii="Arial" w:hAnsi="Arial" w:cs="Arial"/>
          <w:lang w:val="en-GB"/>
        </w:rPr>
        <w:t xml:space="preserve"> t</w:t>
      </w:r>
      <w:r w:rsidR="00042AC8" w:rsidRPr="00027FEF">
        <w:rPr>
          <w:rFonts w:ascii="Arial" w:hAnsi="Arial" w:cs="Arial"/>
          <w:lang w:val="en-GB"/>
        </w:rPr>
        <w:t>ruth)</w:t>
      </w:r>
    </w:p>
    <w:p w14:paraId="0D3774BC" w14:textId="03789B02" w:rsidR="005C57DC" w:rsidRDefault="00AE651D" w:rsidP="00042AC8">
      <w:pPr>
        <w:pStyle w:val="Listenabsatz"/>
        <w:numPr>
          <w:ilvl w:val="0"/>
          <w:numId w:val="12"/>
        </w:numPr>
        <w:spacing w:after="160" w:line="312" w:lineRule="auto"/>
        <w:ind w:right="3493"/>
        <w:contextualSpacing/>
        <w:rPr>
          <w:rFonts w:ascii="Arial" w:hAnsi="Arial" w:cs="Arial"/>
          <w:lang w:val="en-GB"/>
        </w:rPr>
      </w:pPr>
      <w:r>
        <w:rPr>
          <w:rFonts w:ascii="Arial" w:hAnsi="Arial" w:cs="Arial"/>
          <w:lang w:val="en-GB"/>
        </w:rPr>
        <w:t>Transferring the digital twin to mechanical engineering</w:t>
      </w:r>
    </w:p>
    <w:p w14:paraId="6887C660" w14:textId="0007F4CF" w:rsidR="005C57DC" w:rsidRDefault="00AE651D" w:rsidP="00042AC8">
      <w:pPr>
        <w:pStyle w:val="Listenabsatz"/>
        <w:numPr>
          <w:ilvl w:val="0"/>
          <w:numId w:val="12"/>
        </w:numPr>
        <w:spacing w:after="160" w:line="312" w:lineRule="auto"/>
        <w:ind w:right="3493"/>
        <w:contextualSpacing/>
        <w:rPr>
          <w:rFonts w:ascii="Arial" w:hAnsi="Arial" w:cs="Arial"/>
          <w:lang w:val="en-GB"/>
        </w:rPr>
      </w:pPr>
      <w:r>
        <w:rPr>
          <w:rFonts w:ascii="Arial" w:hAnsi="Arial" w:cs="Arial"/>
          <w:lang w:val="en-GB"/>
        </w:rPr>
        <w:t>Complete bill</w:t>
      </w:r>
      <w:r w:rsidR="007C55F9">
        <w:rPr>
          <w:rFonts w:ascii="Arial" w:hAnsi="Arial" w:cs="Arial"/>
          <w:lang w:val="en-GB"/>
        </w:rPr>
        <w:t>s</w:t>
      </w:r>
      <w:r>
        <w:rPr>
          <w:rFonts w:ascii="Arial" w:hAnsi="Arial" w:cs="Arial"/>
          <w:lang w:val="en-GB"/>
        </w:rPr>
        <w:t xml:space="preserve"> of materials, including cable lengths for electrical engineering</w:t>
      </w:r>
    </w:p>
    <w:p w14:paraId="09BA74C6" w14:textId="7C09B091" w:rsidR="005C57DC" w:rsidRDefault="00AE651D" w:rsidP="002B4D66">
      <w:pPr>
        <w:pStyle w:val="Listenabsatz"/>
        <w:numPr>
          <w:ilvl w:val="0"/>
          <w:numId w:val="12"/>
        </w:numPr>
        <w:spacing w:after="160" w:line="312" w:lineRule="auto"/>
        <w:ind w:right="3493"/>
        <w:contextualSpacing/>
        <w:rPr>
          <w:rFonts w:ascii="Arial" w:hAnsi="Arial" w:cs="Arial"/>
          <w:lang w:val="en-GB"/>
        </w:rPr>
      </w:pPr>
      <w:r>
        <w:rPr>
          <w:rFonts w:ascii="Arial" w:hAnsi="Arial" w:cs="Arial"/>
          <w:lang w:val="en-GB"/>
        </w:rPr>
        <w:t>Cable assembly drawings for special cables that must be produced</w:t>
      </w:r>
      <w:r w:rsidR="007C55F9">
        <w:rPr>
          <w:rFonts w:ascii="Arial" w:hAnsi="Arial" w:cs="Arial"/>
          <w:lang w:val="en-GB"/>
        </w:rPr>
        <w:t xml:space="preserve"> to spec</w:t>
      </w:r>
    </w:p>
    <w:p w14:paraId="70C71356" w14:textId="70F68DCE" w:rsidR="00AE651D" w:rsidRPr="00AE651D" w:rsidRDefault="00042AC8" w:rsidP="00AE651D">
      <w:pPr>
        <w:pStyle w:val="Listenabsatz"/>
        <w:numPr>
          <w:ilvl w:val="0"/>
          <w:numId w:val="12"/>
        </w:numPr>
        <w:spacing w:after="160" w:line="312" w:lineRule="auto"/>
        <w:ind w:right="3493"/>
        <w:contextualSpacing/>
        <w:rPr>
          <w:rFonts w:ascii="Arial" w:hAnsi="Arial" w:cs="Arial"/>
          <w:lang w:val="en-GB"/>
        </w:rPr>
      </w:pPr>
      <w:r w:rsidRPr="00027FEF">
        <w:rPr>
          <w:rFonts w:ascii="Arial" w:hAnsi="Arial" w:cs="Arial"/>
          <w:lang w:val="en-GB"/>
        </w:rPr>
        <w:t>3D HTML</w:t>
      </w:r>
      <w:r w:rsidR="005C57DC">
        <w:rPr>
          <w:rFonts w:ascii="Arial" w:hAnsi="Arial" w:cs="Arial"/>
          <w:lang w:val="en-GB"/>
        </w:rPr>
        <w:t xml:space="preserve"> v</w:t>
      </w:r>
      <w:r w:rsidRPr="00027FEF">
        <w:rPr>
          <w:rFonts w:ascii="Arial" w:hAnsi="Arial" w:cs="Arial"/>
          <w:lang w:val="en-GB"/>
        </w:rPr>
        <w:t>iewer</w:t>
      </w:r>
      <w:r w:rsidR="005C57DC">
        <w:rPr>
          <w:rFonts w:ascii="Arial" w:hAnsi="Arial" w:cs="Arial"/>
          <w:lang w:val="en-GB"/>
        </w:rPr>
        <w:t xml:space="preserve"> for assembling and servicin</w:t>
      </w:r>
      <w:r w:rsidR="00AE651D">
        <w:rPr>
          <w:rFonts w:ascii="Arial" w:hAnsi="Arial" w:cs="Arial"/>
          <w:lang w:val="en-GB"/>
        </w:rPr>
        <w:t>g</w:t>
      </w:r>
      <w:r w:rsidR="00AE651D">
        <w:rPr>
          <w:rFonts w:ascii="Arial" w:hAnsi="Arial" w:cs="Arial"/>
          <w:lang w:val="en-GB"/>
        </w:rPr>
        <w:br/>
      </w:r>
    </w:p>
    <w:p w14:paraId="64252A2A" w14:textId="6DD668F0" w:rsidR="007D132D" w:rsidRPr="00027FEF" w:rsidRDefault="00BE1AA0" w:rsidP="00BE1AA0">
      <w:pPr>
        <w:spacing w:after="120" w:line="312" w:lineRule="auto"/>
        <w:ind w:right="3493"/>
        <w:rPr>
          <w:rFonts w:ascii="Arial" w:hAnsi="Arial" w:cs="Arial"/>
          <w:b/>
          <w:bCs/>
          <w:sz w:val="22"/>
          <w:szCs w:val="22"/>
          <w:lang w:val="en-GB"/>
        </w:rPr>
      </w:pPr>
      <w:r w:rsidRPr="00027FEF">
        <w:rPr>
          <w:rFonts w:ascii="Arial" w:hAnsi="Arial" w:cs="Arial"/>
          <w:b/>
          <w:bCs/>
          <w:sz w:val="22"/>
          <w:szCs w:val="22"/>
          <w:lang w:val="en-GB"/>
        </w:rPr>
        <w:t>Ne</w:t>
      </w:r>
      <w:r w:rsidR="00AE651D">
        <w:rPr>
          <w:rFonts w:ascii="Arial" w:hAnsi="Arial" w:cs="Arial"/>
          <w:b/>
          <w:bCs/>
          <w:sz w:val="22"/>
          <w:szCs w:val="22"/>
          <w:lang w:val="en-GB"/>
        </w:rPr>
        <w:t>w version has more functions for cable routing</w:t>
      </w:r>
    </w:p>
    <w:p w14:paraId="6011181C" w14:textId="57C40A03" w:rsidR="00AE651D" w:rsidRDefault="00F01A17" w:rsidP="00042AC8">
      <w:pPr>
        <w:spacing w:line="312" w:lineRule="auto"/>
        <w:ind w:right="3493"/>
        <w:rPr>
          <w:rFonts w:ascii="Arial" w:hAnsi="Arial" w:cs="Arial"/>
          <w:sz w:val="22"/>
          <w:szCs w:val="22"/>
          <w:lang w:val="en-GB"/>
        </w:rPr>
      </w:pPr>
      <w:r>
        <w:rPr>
          <w:rFonts w:ascii="Arial" w:hAnsi="Arial" w:cs="Arial"/>
          <w:sz w:val="22"/>
          <w:szCs w:val="22"/>
          <w:lang w:val="en-GB"/>
        </w:rPr>
        <w:t xml:space="preserve">With the current 2023 version, users now have access to all devices in the </w:t>
      </w:r>
      <w:r w:rsidR="0044764D">
        <w:rPr>
          <w:rFonts w:ascii="Arial" w:hAnsi="Arial" w:cs="Arial"/>
          <w:sz w:val="22"/>
          <w:szCs w:val="22"/>
          <w:lang w:val="en-GB"/>
        </w:rPr>
        <w:t>e</w:t>
      </w:r>
      <w:r>
        <w:rPr>
          <w:rFonts w:ascii="Arial" w:hAnsi="Arial" w:cs="Arial"/>
          <w:sz w:val="22"/>
          <w:szCs w:val="22"/>
          <w:lang w:val="en-GB"/>
        </w:rPr>
        <w:t xml:space="preserve">lectrical </w:t>
      </w:r>
      <w:r w:rsidR="0044764D">
        <w:rPr>
          <w:rFonts w:ascii="Arial" w:hAnsi="Arial" w:cs="Arial"/>
          <w:sz w:val="22"/>
          <w:szCs w:val="22"/>
          <w:lang w:val="en-GB"/>
        </w:rPr>
        <w:t>e</w:t>
      </w:r>
      <w:r>
        <w:rPr>
          <w:rFonts w:ascii="Arial" w:hAnsi="Arial" w:cs="Arial"/>
          <w:sz w:val="22"/>
          <w:szCs w:val="22"/>
          <w:lang w:val="en-GB"/>
        </w:rPr>
        <w:t xml:space="preserve">ngineering category </w:t>
      </w:r>
      <w:r w:rsidR="007E1DE6">
        <w:rPr>
          <w:rFonts w:ascii="Arial" w:hAnsi="Arial" w:cs="Arial"/>
          <w:sz w:val="22"/>
          <w:szCs w:val="22"/>
          <w:lang w:val="en-GB"/>
        </w:rPr>
        <w:t>as part of</w:t>
      </w:r>
      <w:r w:rsidR="0044764D">
        <w:rPr>
          <w:rFonts w:ascii="Arial" w:hAnsi="Arial" w:cs="Arial"/>
          <w:sz w:val="22"/>
          <w:szCs w:val="22"/>
          <w:lang w:val="en-GB"/>
        </w:rPr>
        <w:t xml:space="preserve"> d</w:t>
      </w:r>
      <w:r>
        <w:rPr>
          <w:rFonts w:ascii="Arial" w:hAnsi="Arial" w:cs="Arial"/>
          <w:sz w:val="22"/>
          <w:szCs w:val="22"/>
          <w:lang w:val="en-GB"/>
        </w:rPr>
        <w:t xml:space="preserve">evice </w:t>
      </w:r>
      <w:r w:rsidR="0016679A">
        <w:rPr>
          <w:rFonts w:ascii="Arial" w:hAnsi="Arial" w:cs="Arial"/>
          <w:sz w:val="22"/>
          <w:szCs w:val="22"/>
          <w:lang w:val="en-GB"/>
        </w:rPr>
        <w:t>m</w:t>
      </w:r>
      <w:r>
        <w:rPr>
          <w:rFonts w:ascii="Arial" w:hAnsi="Arial" w:cs="Arial"/>
          <w:sz w:val="22"/>
          <w:szCs w:val="22"/>
          <w:lang w:val="en-GB"/>
        </w:rPr>
        <w:t xml:space="preserve">anagement </w:t>
      </w:r>
      <w:r w:rsidR="0044764D">
        <w:rPr>
          <w:rFonts w:ascii="Arial" w:hAnsi="Arial" w:cs="Arial"/>
          <w:sz w:val="22"/>
          <w:szCs w:val="22"/>
          <w:lang w:val="en-GB"/>
        </w:rPr>
        <w:t>in</w:t>
      </w:r>
      <w:r>
        <w:rPr>
          <w:rFonts w:ascii="Arial" w:hAnsi="Arial" w:cs="Arial"/>
          <w:sz w:val="22"/>
          <w:szCs w:val="22"/>
          <w:lang w:val="en-GB"/>
        </w:rPr>
        <w:t xml:space="preserve">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Platform. </w:t>
      </w:r>
      <w:r w:rsidR="001D30BE">
        <w:rPr>
          <w:rFonts w:ascii="Arial" w:hAnsi="Arial" w:cs="Arial"/>
          <w:sz w:val="22"/>
          <w:szCs w:val="22"/>
          <w:lang w:val="en-GB"/>
        </w:rPr>
        <w:t>Data from motors, connectors, cables and so on are available in full. This central overview of devices facilitates managing the master data. If a control cabinet of some sort (from Eplan Pro Panel) is integrated into the machine, all the components and their connection information can also be easily transferred</w:t>
      </w:r>
      <w:r w:rsidR="00AD5BCC">
        <w:rPr>
          <w:rFonts w:ascii="Arial" w:hAnsi="Arial" w:cs="Arial"/>
          <w:sz w:val="22"/>
          <w:szCs w:val="22"/>
          <w:lang w:val="en-GB"/>
        </w:rPr>
        <w:t>.</w:t>
      </w:r>
      <w:r w:rsidR="001D30BE">
        <w:rPr>
          <w:rFonts w:ascii="Arial" w:hAnsi="Arial" w:cs="Arial"/>
          <w:sz w:val="22"/>
          <w:szCs w:val="22"/>
          <w:lang w:val="en-GB"/>
        </w:rPr>
        <w:t xml:space="preserve"> This forms the exact starting point for field cabling. Another example is planning cable routing. </w:t>
      </w:r>
      <w:r w:rsidR="007A5D66">
        <w:rPr>
          <w:rFonts w:ascii="Arial" w:hAnsi="Arial" w:cs="Arial"/>
          <w:sz w:val="22"/>
          <w:szCs w:val="22"/>
          <w:lang w:val="en-GB"/>
        </w:rPr>
        <w:t>Even now</w:t>
      </w:r>
      <w:r w:rsidR="00AD5BCC">
        <w:rPr>
          <w:rFonts w:ascii="Arial" w:hAnsi="Arial" w:cs="Arial"/>
          <w:sz w:val="22"/>
          <w:szCs w:val="22"/>
          <w:lang w:val="en-GB"/>
        </w:rPr>
        <w:t>,</w:t>
      </w:r>
      <w:r w:rsidR="007A5D66">
        <w:rPr>
          <w:rFonts w:ascii="Arial" w:hAnsi="Arial" w:cs="Arial"/>
          <w:sz w:val="22"/>
          <w:szCs w:val="22"/>
          <w:lang w:val="en-GB"/>
        </w:rPr>
        <w:t xml:space="preserve"> in Version</w:t>
      </w:r>
      <w:r w:rsidR="001D30BE">
        <w:rPr>
          <w:rFonts w:ascii="Arial" w:hAnsi="Arial" w:cs="Arial"/>
          <w:sz w:val="22"/>
          <w:szCs w:val="22"/>
          <w:lang w:val="en-GB"/>
        </w:rPr>
        <w:t xml:space="preserve"> 202</w:t>
      </w:r>
      <w:r w:rsidR="007A5D66">
        <w:rPr>
          <w:rFonts w:ascii="Arial" w:hAnsi="Arial" w:cs="Arial"/>
          <w:sz w:val="22"/>
          <w:szCs w:val="22"/>
          <w:lang w:val="en-GB"/>
        </w:rPr>
        <w:t>3</w:t>
      </w:r>
      <w:r w:rsidR="001D30BE">
        <w:rPr>
          <w:rFonts w:ascii="Arial" w:hAnsi="Arial" w:cs="Arial"/>
          <w:sz w:val="22"/>
          <w:szCs w:val="22"/>
          <w:lang w:val="en-GB"/>
        </w:rPr>
        <w:t xml:space="preserve">, cable ducts, energy chains and cable trays </w:t>
      </w:r>
      <w:r w:rsidR="00306B9B">
        <w:rPr>
          <w:rFonts w:ascii="Arial" w:hAnsi="Arial" w:cs="Arial"/>
          <w:sz w:val="22"/>
          <w:szCs w:val="22"/>
          <w:lang w:val="en-GB"/>
        </w:rPr>
        <w:t xml:space="preserve">can also be used for cable routing. </w:t>
      </w:r>
      <w:r w:rsidR="007A5D66">
        <w:rPr>
          <w:rFonts w:ascii="Arial" w:hAnsi="Arial" w:cs="Arial"/>
          <w:sz w:val="22"/>
          <w:szCs w:val="22"/>
          <w:lang w:val="en-GB"/>
        </w:rPr>
        <w:t>No matter</w:t>
      </w:r>
      <w:r w:rsidR="00306B9B">
        <w:rPr>
          <w:rFonts w:ascii="Arial" w:hAnsi="Arial" w:cs="Arial"/>
          <w:sz w:val="22"/>
          <w:szCs w:val="22"/>
          <w:lang w:val="en-GB"/>
        </w:rPr>
        <w:t xml:space="preserve"> if the mechanical engineer is the </w:t>
      </w:r>
      <w:r w:rsidR="007A5D66">
        <w:rPr>
          <w:rFonts w:ascii="Arial" w:hAnsi="Arial" w:cs="Arial"/>
          <w:sz w:val="22"/>
          <w:szCs w:val="22"/>
          <w:lang w:val="en-GB"/>
        </w:rPr>
        <w:t>person</w:t>
      </w:r>
      <w:r w:rsidR="00306B9B">
        <w:rPr>
          <w:rFonts w:ascii="Arial" w:hAnsi="Arial" w:cs="Arial"/>
          <w:sz w:val="22"/>
          <w:szCs w:val="22"/>
          <w:lang w:val="en-GB"/>
        </w:rPr>
        <w:t xml:space="preserve"> who designs them, the electrical engineer always knows precisely if the cables will fit through the intended pathways and the exact lengths required.</w:t>
      </w:r>
    </w:p>
    <w:p w14:paraId="255E4459" w14:textId="77777777" w:rsidR="001D30BE" w:rsidRDefault="001D30BE" w:rsidP="00042AC8">
      <w:pPr>
        <w:spacing w:line="312" w:lineRule="auto"/>
        <w:ind w:right="3493"/>
        <w:rPr>
          <w:rFonts w:ascii="Arial" w:hAnsi="Arial" w:cs="Arial"/>
          <w:sz w:val="22"/>
          <w:szCs w:val="22"/>
          <w:lang w:val="en-GB"/>
        </w:rPr>
      </w:pPr>
    </w:p>
    <w:p w14:paraId="0C038DC8" w14:textId="429DF993" w:rsidR="0020315E" w:rsidRPr="00027FEF" w:rsidRDefault="0020315E" w:rsidP="00713B04">
      <w:pPr>
        <w:spacing w:after="240" w:line="312" w:lineRule="auto"/>
        <w:ind w:right="3493"/>
        <w:rPr>
          <w:rFonts w:ascii="Arial" w:hAnsi="Arial" w:cs="Arial"/>
          <w:sz w:val="22"/>
          <w:szCs w:val="22"/>
          <w:lang w:val="en-GB"/>
        </w:rPr>
      </w:pPr>
      <w:r w:rsidRPr="00027FEF">
        <w:rPr>
          <w:rFonts w:ascii="Arial" w:hAnsi="Arial" w:cs="Arial"/>
          <w:sz w:val="22"/>
          <w:szCs w:val="22"/>
          <w:lang w:val="en-GB"/>
        </w:rPr>
        <w:t>(</w:t>
      </w:r>
      <w:r w:rsidR="00C520CA">
        <w:rPr>
          <w:rFonts w:ascii="Arial" w:hAnsi="Arial" w:cs="Arial"/>
          <w:sz w:val="22"/>
          <w:szCs w:val="22"/>
          <w:lang w:val="en-GB"/>
        </w:rPr>
        <w:t>4,669</w:t>
      </w:r>
      <w:r w:rsidR="00782879" w:rsidRPr="00027FEF">
        <w:rPr>
          <w:rFonts w:ascii="Arial" w:hAnsi="Arial" w:cs="Arial"/>
          <w:sz w:val="22"/>
          <w:szCs w:val="22"/>
          <w:lang w:val="en-GB"/>
        </w:rPr>
        <w:t xml:space="preserve"> characters</w:t>
      </w:r>
      <w:r w:rsidRPr="00027FEF">
        <w:rPr>
          <w:rFonts w:ascii="Arial" w:hAnsi="Arial" w:cs="Arial"/>
          <w:sz w:val="22"/>
          <w:szCs w:val="22"/>
          <w:lang w:val="en-GB"/>
        </w:rPr>
        <w:t>)</w:t>
      </w:r>
    </w:p>
    <w:p w14:paraId="432BA3B5" w14:textId="7BBF48B2" w:rsidR="0020315E" w:rsidRPr="00027FEF" w:rsidRDefault="0020315E" w:rsidP="45AA45C1">
      <w:pPr>
        <w:spacing w:after="240" w:line="312" w:lineRule="auto"/>
        <w:ind w:right="3493"/>
        <w:rPr>
          <w:b/>
          <w:bCs/>
          <w:lang w:val="en-GB"/>
        </w:rPr>
      </w:pPr>
      <w:r w:rsidRPr="00027FEF">
        <w:rPr>
          <w:rFonts w:ascii="Wingdings" w:hAnsi="Wingdings"/>
          <w:lang w:val="en-GB"/>
        </w:rPr>
        <w:t></w:t>
      </w:r>
    </w:p>
    <w:p w14:paraId="0DBB5505" w14:textId="6625A91C" w:rsidR="0020315E" w:rsidRPr="00027FEF" w:rsidRDefault="00782879" w:rsidP="45AA45C1">
      <w:pPr>
        <w:spacing w:after="240" w:line="312" w:lineRule="auto"/>
        <w:ind w:right="3493"/>
        <w:rPr>
          <w:rFonts w:ascii="Arial" w:hAnsi="Arial" w:cs="Arial"/>
          <w:b/>
          <w:bCs/>
          <w:sz w:val="22"/>
          <w:szCs w:val="22"/>
          <w:lang w:val="en-GB"/>
        </w:rPr>
      </w:pPr>
      <w:r w:rsidRPr="00027FEF">
        <w:rPr>
          <w:rFonts w:ascii="Arial" w:hAnsi="Arial" w:cs="Arial"/>
          <w:b/>
          <w:bCs/>
          <w:sz w:val="22"/>
          <w:szCs w:val="22"/>
          <w:lang w:val="en-GB"/>
        </w:rPr>
        <w:t>Images</w:t>
      </w:r>
    </w:p>
    <w:p w14:paraId="31FE6798" w14:textId="701FA216" w:rsidR="00306B9B" w:rsidRDefault="003F267D" w:rsidP="003F267D">
      <w:pPr>
        <w:spacing w:after="240" w:line="312" w:lineRule="auto"/>
        <w:ind w:right="3493"/>
        <w:rPr>
          <w:rFonts w:ascii="Arial" w:hAnsi="Arial" w:cs="Arial"/>
          <w:sz w:val="18"/>
          <w:lang w:val="en-GB"/>
        </w:rPr>
      </w:pPr>
      <w:r w:rsidRPr="00027FEF">
        <w:rPr>
          <w:rFonts w:ascii="Arial" w:hAnsi="Arial" w:cs="Arial"/>
          <w:sz w:val="18"/>
          <w:lang w:val="en-GB"/>
        </w:rPr>
        <w:t>Maschinenverkabelung.jpg: In Eplan Harness proD</w:t>
      </w:r>
      <w:r w:rsidR="00306B9B">
        <w:rPr>
          <w:rFonts w:ascii="Arial" w:hAnsi="Arial" w:cs="Arial"/>
          <w:sz w:val="18"/>
          <w:lang w:val="en-GB"/>
        </w:rPr>
        <w:t xml:space="preserve">, field cable lengths from the control cabinet </w:t>
      </w:r>
      <w:r w:rsidR="00AD5BCC">
        <w:rPr>
          <w:rFonts w:ascii="Arial" w:hAnsi="Arial" w:cs="Arial"/>
          <w:sz w:val="18"/>
          <w:lang w:val="en-GB"/>
        </w:rPr>
        <w:t>can</w:t>
      </w:r>
      <w:r w:rsidR="00306B9B">
        <w:rPr>
          <w:rFonts w:ascii="Arial" w:hAnsi="Arial" w:cs="Arial"/>
          <w:sz w:val="18"/>
          <w:lang w:val="en-GB"/>
        </w:rPr>
        <w:t xml:space="preserve"> quickly and easily be determined.</w:t>
      </w:r>
    </w:p>
    <w:p w14:paraId="69B8774E" w14:textId="52BDEF7B" w:rsidR="00306B9B" w:rsidRDefault="003F267D" w:rsidP="003F267D">
      <w:pPr>
        <w:pStyle w:val="PIAbspann"/>
        <w:rPr>
          <w:lang w:val="en-GB"/>
        </w:rPr>
      </w:pPr>
      <w:r w:rsidRPr="00027FEF">
        <w:rPr>
          <w:lang w:val="en-GB"/>
        </w:rPr>
        <w:t xml:space="preserve">PanelLayout.jpg: </w:t>
      </w:r>
      <w:r w:rsidR="00C558A0">
        <w:rPr>
          <w:lang w:val="en-GB"/>
        </w:rPr>
        <w:t>For cabling a machine, the digital twin of the control cabinet (from Eplan Pro Panel) serves as the foundation for quickly determining the starting point for cabling connections.</w:t>
      </w:r>
    </w:p>
    <w:p w14:paraId="40CD333B" w14:textId="3D199BD9" w:rsidR="003F267D" w:rsidRPr="00027FEF" w:rsidRDefault="003F267D" w:rsidP="003F267D">
      <w:pPr>
        <w:pStyle w:val="PIAbspann"/>
        <w:rPr>
          <w:lang w:val="en-GB"/>
        </w:rPr>
      </w:pPr>
      <w:r w:rsidRPr="00027FEF">
        <w:rPr>
          <w:lang w:val="en-GB"/>
        </w:rPr>
        <w:t xml:space="preserve">EnergyChain.jpg: </w:t>
      </w:r>
      <w:r w:rsidR="00C558A0">
        <w:rPr>
          <w:lang w:val="en-GB"/>
        </w:rPr>
        <w:t>With Version 2023, cable ducts, energy chains and cable trays can also be used for cable routing.</w:t>
      </w:r>
    </w:p>
    <w:p w14:paraId="7CA9E0C2" w14:textId="3FE5DCA6" w:rsidR="0020315E" w:rsidRPr="00027FEF" w:rsidRDefault="00782879" w:rsidP="00782879">
      <w:pPr>
        <w:spacing w:after="100" w:afterAutospacing="1" w:line="312" w:lineRule="auto"/>
        <w:ind w:right="3493"/>
        <w:rPr>
          <w:rFonts w:ascii="Arial" w:hAnsi="Arial" w:cs="Arial"/>
          <w:sz w:val="18"/>
          <w:lang w:val="en-GB"/>
        </w:rPr>
      </w:pPr>
      <w:r w:rsidRPr="00027FEF">
        <w:rPr>
          <w:rFonts w:ascii="Arial" w:hAnsi="Arial" w:cs="Arial"/>
          <w:sz w:val="18"/>
          <w:lang w:val="en-GB"/>
        </w:rPr>
        <w:t>Please name Eplan GmbH &amp; Co. KG as the source, and provide us with a sample copy.</w:t>
      </w:r>
    </w:p>
    <w:p w14:paraId="4154FA13" w14:textId="77777777" w:rsidR="00A94C9B" w:rsidRPr="00027FEF" w:rsidRDefault="00A94C9B" w:rsidP="00174B63">
      <w:pPr>
        <w:pStyle w:val="Kopfzeile"/>
        <w:tabs>
          <w:tab w:val="clear" w:pos="4536"/>
          <w:tab w:val="clear" w:pos="9072"/>
        </w:tabs>
        <w:spacing w:line="240" w:lineRule="atLeast"/>
        <w:ind w:right="3119"/>
        <w:rPr>
          <w:rFonts w:ascii="Arial" w:hAnsi="Arial" w:cs="Arial"/>
          <w:b/>
          <w:sz w:val="18"/>
          <w:szCs w:val="18"/>
          <w:lang w:val="en-GB"/>
        </w:rPr>
      </w:pPr>
    </w:p>
    <w:p w14:paraId="6CBFD0D7" w14:textId="77777777" w:rsidR="0044764D" w:rsidRPr="00605B05" w:rsidRDefault="0044764D" w:rsidP="0044764D">
      <w:pPr>
        <w:pStyle w:val="PIAbspann"/>
        <w:rPr>
          <w:b/>
          <w:lang w:val="en-US"/>
        </w:rPr>
      </w:pPr>
      <w:r w:rsidRPr="00605B05">
        <w:rPr>
          <w:b/>
          <w:lang w:val="en-US"/>
        </w:rPr>
        <w:t>EPLAN</w:t>
      </w:r>
    </w:p>
    <w:p w14:paraId="15BBA70B" w14:textId="77777777" w:rsidR="0044764D" w:rsidRPr="00C93686" w:rsidRDefault="0044764D" w:rsidP="0044764D">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5B0409DE" w14:textId="77777777" w:rsidR="0044764D" w:rsidRPr="00C93686" w:rsidRDefault="0044764D" w:rsidP="0044764D">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65</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 xml:space="preserve">„Efficient </w:t>
      </w:r>
      <w:proofErr w:type="gramStart"/>
      <w:r w:rsidRPr="00C93686">
        <w:rPr>
          <w:rFonts w:ascii="Arial" w:hAnsi="Arial" w:cs="Arial"/>
          <w:sz w:val="18"/>
          <w:lang w:val="en-US"/>
        </w:rPr>
        <w:t>engineering“ is</w:t>
      </w:r>
      <w:proofErr w:type="gramEnd"/>
      <w:r w:rsidRPr="00C93686">
        <w:rPr>
          <w:rFonts w:ascii="Arial" w:hAnsi="Arial" w:cs="Arial"/>
          <w:sz w:val="18"/>
          <w:lang w:val="en-US"/>
        </w:rPr>
        <w:t xml:space="preserve"> the focus.</w:t>
      </w:r>
    </w:p>
    <w:p w14:paraId="44FB5E51" w14:textId="77777777" w:rsidR="0044764D" w:rsidRPr="00C93686" w:rsidRDefault="0044764D" w:rsidP="0044764D">
      <w:pPr>
        <w:pStyle w:val="PIAbspann"/>
        <w:rPr>
          <w:lang w:val="en-US"/>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more than 12</w:t>
      </w:r>
      <w:r w:rsidRPr="00C93686">
        <w:rPr>
          <w:lang w:val="en-US"/>
        </w:rPr>
        <w:t xml:space="preserve"> production sites and </w:t>
      </w:r>
      <w:r>
        <w:rPr>
          <w:lang w:val="en-US"/>
        </w:rPr>
        <w:t>over 95</w:t>
      </w:r>
      <w:r w:rsidRPr="00C93686">
        <w:rPr>
          <w:lang w:val="en-US"/>
        </w:rPr>
        <w:t xml:space="preserve"> international subsidiaries. The entire group employs </w:t>
      </w:r>
      <w:r>
        <w:rPr>
          <w:lang w:val="en-US"/>
        </w:rPr>
        <w:t>more than 12.000</w:t>
      </w:r>
      <w:r w:rsidRPr="00C93686">
        <w:rPr>
          <w:lang w:val="en-US"/>
        </w:rPr>
        <w:t xml:space="preserve"> people and generated revenues of €</w:t>
      </w:r>
      <w:r>
        <w:rPr>
          <w:lang w:val="en-US"/>
        </w:rPr>
        <w:t>3</w:t>
      </w:r>
      <w:r w:rsidRPr="00C93686">
        <w:rPr>
          <w:lang w:val="en-US"/>
        </w:rPr>
        <w:t xml:space="preserve"> billion in </w:t>
      </w:r>
      <w:r>
        <w:rPr>
          <w:lang w:val="en-US"/>
        </w:rPr>
        <w:t>2022</w:t>
      </w:r>
      <w:r w:rsidRPr="00C93686">
        <w:rPr>
          <w:lang w:val="en-US"/>
        </w:rPr>
        <w:t xml:space="preserve">. For the </w:t>
      </w:r>
      <w:r>
        <w:rPr>
          <w:lang w:val="en-US"/>
        </w:rPr>
        <w:t>14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22</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7A5E2D01" w14:textId="77777777" w:rsidR="0044764D" w:rsidRPr="00C93686" w:rsidRDefault="0044764D" w:rsidP="0044764D">
      <w:pPr>
        <w:pStyle w:val="PIAbspann"/>
        <w:spacing w:after="0"/>
        <w:rPr>
          <w:lang w:val="en-US"/>
        </w:rPr>
      </w:pPr>
      <w:r w:rsidRPr="00C93686">
        <w:rPr>
          <w:lang w:val="en-US"/>
        </w:rPr>
        <w:t>For more information visit:</w:t>
      </w:r>
    </w:p>
    <w:p w14:paraId="09F16891" w14:textId="77777777" w:rsidR="0044764D" w:rsidRPr="00C93686" w:rsidRDefault="0044764D" w:rsidP="0044764D">
      <w:pPr>
        <w:pStyle w:val="PIAbspann"/>
        <w:spacing w:after="0"/>
        <w:rPr>
          <w:lang w:val="en-US"/>
          <w:specVanish/>
        </w:rPr>
      </w:pPr>
      <w:r w:rsidRPr="00C93686">
        <w:rPr>
          <w:lang w:val="en-US"/>
        </w:rPr>
        <w:t>www.eplan.de and www.friedhelm-loh-group.com</w:t>
      </w:r>
    </w:p>
    <w:p w14:paraId="14B9B16E" w14:textId="77777777" w:rsidR="00C47898" w:rsidRPr="00027FEF" w:rsidRDefault="00C47898" w:rsidP="0044764D">
      <w:pPr>
        <w:pStyle w:val="Kopfzeile"/>
        <w:tabs>
          <w:tab w:val="clear" w:pos="4536"/>
          <w:tab w:val="clear" w:pos="9072"/>
        </w:tabs>
        <w:spacing w:line="240" w:lineRule="atLeast"/>
        <w:ind w:right="3119"/>
        <w:rPr>
          <w:rFonts w:ascii="Arial" w:hAnsi="Arial" w:cs="Arial"/>
          <w:b/>
          <w:sz w:val="22"/>
          <w:szCs w:val="22"/>
          <w:lang w:val="en-GB"/>
        </w:rPr>
      </w:pPr>
    </w:p>
    <w:sectPr w:rsidR="00C47898" w:rsidRPr="00027FEF" w:rsidSect="00F2407B">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CE8C6" w14:textId="77777777" w:rsidR="00C611EC" w:rsidRDefault="00C611EC">
      <w:r>
        <w:separator/>
      </w:r>
    </w:p>
  </w:endnote>
  <w:endnote w:type="continuationSeparator" w:id="0">
    <w:p w14:paraId="2E420B53" w14:textId="77777777" w:rsidR="00C611EC" w:rsidRDefault="00C611EC">
      <w:r>
        <w:continuationSeparator/>
      </w:r>
    </w:p>
  </w:endnote>
  <w:endnote w:type="continuationNotice" w:id="1">
    <w:p w14:paraId="7CA81026" w14:textId="77777777" w:rsidR="00C611EC" w:rsidRDefault="00C61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NPPBF L+ Roboto">
    <w:altName w:val="Robot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504" w14:textId="4D23BB6C" w:rsidR="006C62FE" w:rsidRPr="00782879" w:rsidRDefault="00782879" w:rsidP="008C6F46">
    <w:pPr>
      <w:pStyle w:val="Fuzeile"/>
      <w:jc w:val="right"/>
      <w:rPr>
        <w:rFonts w:ascii="Arial" w:hAnsi="Arial" w:cs="Arial"/>
        <w:sz w:val="22"/>
        <w:szCs w:val="22"/>
        <w:lang w:val="en-GB"/>
      </w:rPr>
    </w:pPr>
    <w:r w:rsidRPr="00782879">
      <w:rPr>
        <w:rStyle w:val="Seitenzahl"/>
        <w:rFonts w:ascii="Arial" w:hAnsi="Arial" w:cs="Arial"/>
        <w:sz w:val="22"/>
        <w:szCs w:val="22"/>
        <w:lang w:val="en-GB"/>
      </w:rPr>
      <w:t>Page</w:t>
    </w:r>
    <w:r w:rsidR="006C62FE" w:rsidRPr="00782879">
      <w:rPr>
        <w:rStyle w:val="Seitenzahl"/>
        <w:rFonts w:ascii="Arial" w:hAnsi="Arial" w:cs="Arial"/>
        <w:sz w:val="22"/>
        <w:szCs w:val="22"/>
        <w:lang w:val="en-GB"/>
      </w:rPr>
      <w:t xml:space="preserve"> </w:t>
    </w:r>
    <w:r w:rsidR="006C62FE" w:rsidRPr="00782879">
      <w:rPr>
        <w:rStyle w:val="Seitenzahl"/>
        <w:rFonts w:ascii="Arial" w:hAnsi="Arial" w:cs="Arial"/>
        <w:sz w:val="22"/>
        <w:szCs w:val="22"/>
        <w:lang w:val="en-GB"/>
      </w:rPr>
      <w:fldChar w:fldCharType="begin"/>
    </w:r>
    <w:r w:rsidR="006C62FE" w:rsidRPr="00782879">
      <w:rPr>
        <w:rStyle w:val="Seitenzahl"/>
        <w:rFonts w:ascii="Arial" w:hAnsi="Arial" w:cs="Arial"/>
        <w:sz w:val="22"/>
        <w:szCs w:val="22"/>
        <w:lang w:val="en-GB"/>
      </w:rPr>
      <w:instrText xml:space="preserve"> PAGE </w:instrText>
    </w:r>
    <w:r w:rsidR="006C62FE" w:rsidRPr="00782879">
      <w:rPr>
        <w:rStyle w:val="Seitenzahl"/>
        <w:rFonts w:ascii="Arial" w:hAnsi="Arial" w:cs="Arial"/>
        <w:sz w:val="22"/>
        <w:szCs w:val="22"/>
        <w:lang w:val="en-GB"/>
      </w:rPr>
      <w:fldChar w:fldCharType="separate"/>
    </w:r>
    <w:r w:rsidR="00890221" w:rsidRPr="00782879">
      <w:rPr>
        <w:rStyle w:val="Seitenzahl"/>
        <w:rFonts w:ascii="Arial" w:hAnsi="Arial" w:cs="Arial"/>
        <w:sz w:val="22"/>
        <w:szCs w:val="22"/>
        <w:lang w:val="en-GB"/>
      </w:rPr>
      <w:t>2</w:t>
    </w:r>
    <w:r w:rsidR="006C62FE" w:rsidRPr="00782879">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271B" w14:textId="77777777" w:rsidR="006C62FE" w:rsidRDefault="006C62FE">
    <w:pPr>
      <w:pStyle w:val="Fuzeile"/>
      <w:jc w:val="right"/>
      <w:rPr>
        <w:rFonts w:ascii="Arial" w:hAnsi="Arial" w:cs="Arial"/>
        <w:sz w:val="22"/>
      </w:rPr>
    </w:pPr>
    <w:r>
      <w:rPr>
        <w:rFonts w:ascii="Arial" w:hAnsi="Arial" w:cs="Arial"/>
        <w:noProof/>
        <w:color w:val="2B579A"/>
        <w:sz w:val="22"/>
        <w:shd w:val="clear" w:color="auto" w:fill="E6E6E6"/>
      </w:rPr>
      <w:drawing>
        <wp:anchor distT="0" distB="0" distL="114300" distR="114300" simplePos="0" relativeHeight="251658242" behindDoc="1" locked="0" layoutInCell="1" allowOverlap="1" wp14:anchorId="27EC869A" wp14:editId="37F480BC">
          <wp:simplePos x="0" y="0"/>
          <wp:positionH relativeFrom="page">
            <wp:posOffset>895985</wp:posOffset>
          </wp:positionH>
          <wp:positionV relativeFrom="page">
            <wp:posOffset>10274300</wp:posOffset>
          </wp:positionV>
          <wp:extent cx="1767840" cy="93345"/>
          <wp:effectExtent l="0" t="0" r="3810" b="1905"/>
          <wp:wrapNone/>
          <wp:docPr id="16" name="Picture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CEE08" w14:textId="77777777" w:rsidR="00C611EC" w:rsidRDefault="00C611EC">
      <w:r>
        <w:separator/>
      </w:r>
    </w:p>
  </w:footnote>
  <w:footnote w:type="continuationSeparator" w:id="0">
    <w:p w14:paraId="7718032B" w14:textId="77777777" w:rsidR="00C611EC" w:rsidRDefault="00C611EC">
      <w:r>
        <w:continuationSeparator/>
      </w:r>
    </w:p>
  </w:footnote>
  <w:footnote w:type="continuationNotice" w:id="1">
    <w:p w14:paraId="49D51DD9" w14:textId="77777777" w:rsidR="00C611EC" w:rsidRDefault="00C611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BA52" w14:textId="6F4FE78A" w:rsidR="00B15A2A" w:rsidRPr="00782879" w:rsidRDefault="00B051E4" w:rsidP="00B15A2A">
    <w:pPr>
      <w:pStyle w:val="Kopfzeile"/>
      <w:spacing w:after="60"/>
      <w:rPr>
        <w:rFonts w:ascii="Arial" w:hAnsi="Arial" w:cs="Arial"/>
        <w:b/>
        <w:bCs/>
        <w:i/>
        <w:iCs/>
        <w:spacing w:val="40"/>
        <w:sz w:val="32"/>
        <w:lang w:val="en-GB"/>
      </w:rPr>
    </w:pPr>
    <w:r w:rsidRPr="00782879">
      <w:rPr>
        <w:rFonts w:ascii="Arial" w:hAnsi="Arial" w:cs="Arial"/>
        <w:b/>
        <w:bCs/>
        <w:i/>
        <w:iCs/>
        <w:noProof/>
        <w:color w:val="2B579A"/>
        <w:spacing w:val="40"/>
        <w:sz w:val="20"/>
        <w:shd w:val="clear" w:color="auto" w:fill="E6E6E6"/>
        <w:lang w:val="en-GB"/>
      </w:rPr>
      <mc:AlternateContent>
        <mc:Choice Requires="wps">
          <w:drawing>
            <wp:anchor distT="0" distB="0" distL="114300" distR="114300" simplePos="0" relativeHeight="251658240" behindDoc="0" locked="0" layoutInCell="1" allowOverlap="1" wp14:anchorId="00AF1AA5" wp14:editId="628209EE">
              <wp:simplePos x="0" y="0"/>
              <wp:positionH relativeFrom="column">
                <wp:posOffset>5181600</wp:posOffset>
              </wp:positionH>
              <wp:positionV relativeFrom="paragraph">
                <wp:posOffset>-85090</wp:posOffset>
              </wp:positionV>
              <wp:extent cx="1193165" cy="1370965"/>
              <wp:effectExtent l="0" t="0" r="127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AF1AA5" id="_x0000_t202" coordsize="21600,21600" o:spt="202" path="m,l,21600r21600,l21600,xe">
              <v:stroke joinstyle="miter"/>
              <v:path gradientshapeok="t" o:connecttype="rect"/>
            </v:shapetype>
            <v:shape id="Text Box 5" o:spid="_x0000_s1028" type="#_x0000_t202" style="position:absolute;margin-left:408pt;margin-top:-6.7pt;width:93.95pt;height:107.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" stroked="f">
              <v:textbox style="mso-fit-shape-to-text:t">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sidR="00B15A2A" w:rsidRPr="00782879">
      <w:rPr>
        <w:rFonts w:ascii="Arial" w:hAnsi="Arial" w:cs="Arial"/>
        <w:b/>
        <w:bCs/>
        <w:i/>
        <w:iCs/>
        <w:spacing w:val="40"/>
        <w:sz w:val="32"/>
        <w:lang w:val="en-GB"/>
      </w:rPr>
      <w:t>Press</w:t>
    </w:r>
    <w:r w:rsidR="00782879">
      <w:rPr>
        <w:rFonts w:ascii="Arial" w:hAnsi="Arial" w:cs="Arial"/>
        <w:b/>
        <w:bCs/>
        <w:i/>
        <w:iCs/>
        <w:spacing w:val="40"/>
        <w:sz w:val="32"/>
        <w:lang w:val="en-GB"/>
      </w:rPr>
      <w:t xml:space="preserve"> releas</w:t>
    </w:r>
    <w:r w:rsidR="00B15A2A" w:rsidRPr="00782879">
      <w:rPr>
        <w:rFonts w:ascii="Arial" w:hAnsi="Arial" w:cs="Arial"/>
        <w:b/>
        <w:bCs/>
        <w:i/>
        <w:iCs/>
        <w:spacing w:val="40"/>
        <w:sz w:val="32"/>
        <w:lang w:val="en-GB"/>
      </w:rPr>
      <w:t>e</w:t>
    </w:r>
  </w:p>
  <w:p w14:paraId="4E42AC43" w14:textId="67727DC2" w:rsidR="00B15A2A" w:rsidRPr="00782879" w:rsidRDefault="00B15A2A" w:rsidP="00B15A2A">
    <w:pPr>
      <w:pStyle w:val="Kopfzeile"/>
      <w:rPr>
        <w:lang w:val="en-GB"/>
      </w:rPr>
    </w:pPr>
    <w:r w:rsidRPr="00782879">
      <w:rPr>
        <w:rFonts w:ascii="Arial" w:hAnsi="Arial" w:cs="Arial"/>
        <w:sz w:val="22"/>
        <w:lang w:val="en-GB"/>
      </w:rPr>
      <w:t>Eplan</w:t>
    </w:r>
  </w:p>
  <w:p w14:paraId="6ED76353" w14:textId="47B73F3E" w:rsidR="006C62FE" w:rsidRPr="00782879" w:rsidRDefault="00B15A2A" w:rsidP="00B15A2A">
    <w:pPr>
      <w:pStyle w:val="Kopfzeile"/>
      <w:tabs>
        <w:tab w:val="clear" w:pos="4536"/>
        <w:tab w:val="clear" w:pos="9072"/>
        <w:tab w:val="left" w:pos="7964"/>
      </w:tabs>
      <w:rPr>
        <w:lang w:val="en-GB"/>
      </w:rPr>
    </w:pPr>
    <w:r w:rsidRPr="00782879">
      <w:rPr>
        <w:rFonts w:ascii="Arial" w:hAnsi="Arial" w:cs="Arial"/>
        <w:sz w:val="22"/>
        <w:lang w:val="en-GB"/>
      </w:rPr>
      <w:tab/>
    </w:r>
  </w:p>
  <w:p w14:paraId="580A50F3" w14:textId="77777777" w:rsidR="006C62FE" w:rsidRPr="00782879" w:rsidRDefault="006C62FE">
    <w:pPr>
      <w:pStyle w:val="Kopfzeil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C1AA" w14:textId="312B328F" w:rsidR="00B15A2A" w:rsidRPr="00782879" w:rsidRDefault="00B051E4" w:rsidP="00B15A2A">
    <w:pPr>
      <w:pStyle w:val="Kopfzeile"/>
      <w:spacing w:after="60"/>
      <w:rPr>
        <w:rFonts w:ascii="Arial" w:hAnsi="Arial" w:cs="Arial"/>
        <w:b/>
        <w:bCs/>
        <w:i/>
        <w:iCs/>
        <w:spacing w:val="40"/>
        <w:sz w:val="32"/>
        <w:lang w:val="en-GB"/>
      </w:rPr>
    </w:pPr>
    <w:r w:rsidRPr="00782879">
      <w:rPr>
        <w:rFonts w:ascii="Arial" w:hAnsi="Arial" w:cs="Arial"/>
        <w:b/>
        <w:bCs/>
        <w:i/>
        <w:iCs/>
        <w:noProof/>
        <w:color w:val="2B579A"/>
        <w:spacing w:val="40"/>
        <w:sz w:val="32"/>
        <w:shd w:val="clear" w:color="auto" w:fill="E6E6E6"/>
        <w:lang w:val="en-GB"/>
      </w:rPr>
      <mc:AlternateContent>
        <mc:Choice Requires="wps">
          <w:drawing>
            <wp:anchor distT="45720" distB="45720" distL="114300" distR="114300" simplePos="0" relativeHeight="251658241" behindDoc="0" locked="0" layoutInCell="1" allowOverlap="1" wp14:anchorId="3476E004" wp14:editId="48F28209">
              <wp:simplePos x="0" y="0"/>
              <wp:positionH relativeFrom="margin">
                <wp:posOffset>5153025</wp:posOffset>
              </wp:positionH>
              <wp:positionV relativeFrom="paragraph">
                <wp:posOffset>-41275</wp:posOffset>
              </wp:positionV>
              <wp:extent cx="116205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4620"/>
                      </a:xfrm>
                      <a:prstGeom prst="rect">
                        <a:avLst/>
                      </a:prstGeom>
                      <a:solidFill>
                        <a:srgbClr val="FFFFFF"/>
                      </a:solidFill>
                      <a:ln w="9525">
                        <a:noFill/>
                        <a:miter lim="800000"/>
                        <a:headEnd/>
                        <a:tailEnd/>
                      </a:ln>
                    </wps:spPr>
                    <wps:txbx>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6E004" id="_x0000_t202" coordsize="21600,21600" o:spt="202" path="m,l,21600r21600,l21600,xe">
              <v:stroke joinstyle="miter"/>
              <v:path gradientshapeok="t" o:connecttype="rect"/>
            </v:shapetype>
            <v:shape id="Text Box 217" o:spid="_x0000_s1029" type="#_x0000_t202" style="position:absolute;margin-left:405.75pt;margin-top:-3.25pt;width:91.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" stroked="f">
              <v:textbox style="mso-fit-shape-to-text:t">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w10:wrap type="square" anchorx="margin"/>
            </v:shape>
          </w:pict>
        </mc:Fallback>
      </mc:AlternateContent>
    </w:r>
    <w:r w:rsidR="00B15A2A" w:rsidRPr="00782879">
      <w:rPr>
        <w:rFonts w:ascii="Arial" w:hAnsi="Arial" w:cs="Arial"/>
        <w:b/>
        <w:bCs/>
        <w:i/>
        <w:iCs/>
        <w:spacing w:val="40"/>
        <w:sz w:val="32"/>
        <w:lang w:val="en-GB"/>
      </w:rPr>
      <w:t>Press</w:t>
    </w:r>
    <w:r w:rsidR="00782879">
      <w:rPr>
        <w:rFonts w:ascii="Arial" w:hAnsi="Arial" w:cs="Arial"/>
        <w:b/>
        <w:bCs/>
        <w:i/>
        <w:iCs/>
        <w:spacing w:val="40"/>
        <w:sz w:val="32"/>
        <w:lang w:val="en-GB"/>
      </w:rPr>
      <w:t xml:space="preserve"> releas</w:t>
    </w:r>
    <w:r w:rsidR="00B15A2A" w:rsidRPr="00782879">
      <w:rPr>
        <w:rFonts w:ascii="Arial" w:hAnsi="Arial" w:cs="Arial"/>
        <w:b/>
        <w:bCs/>
        <w:i/>
        <w:iCs/>
        <w:spacing w:val="40"/>
        <w:sz w:val="32"/>
        <w:lang w:val="en-GB"/>
      </w:rPr>
      <w:t>e</w:t>
    </w:r>
  </w:p>
  <w:p w14:paraId="4E4E5339" w14:textId="613F73E2" w:rsidR="00B15A2A" w:rsidRPr="00782879" w:rsidRDefault="00B15A2A" w:rsidP="00B15A2A">
    <w:pPr>
      <w:pStyle w:val="Kopfzeile"/>
      <w:rPr>
        <w:lang w:val="en-GB"/>
      </w:rPr>
    </w:pPr>
    <w:r w:rsidRPr="00782879">
      <w:rPr>
        <w:rFonts w:ascii="Arial" w:hAnsi="Arial" w:cs="Arial"/>
        <w:sz w:val="22"/>
        <w:lang w:val="en-GB"/>
      </w:rPr>
      <w:t>Eplan</w:t>
    </w:r>
  </w:p>
  <w:p w14:paraId="2DDBA1F3" w14:textId="7CBB8673" w:rsidR="006C62FE" w:rsidRPr="00782879" w:rsidRDefault="006C62FE" w:rsidP="00B15A2A">
    <w:pPr>
      <w:pStyle w:val="Kopfzeil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214"/>
    <w:multiLevelType w:val="hybridMultilevel"/>
    <w:tmpl w:val="119AAA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90337FF"/>
    <w:multiLevelType w:val="hybridMultilevel"/>
    <w:tmpl w:val="56BE1B5C"/>
    <w:lvl w:ilvl="0" w:tplc="E7D6C49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0656671">
    <w:abstractNumId w:val="6"/>
  </w:num>
  <w:num w:numId="2" w16cid:durableId="307824949">
    <w:abstractNumId w:val="11"/>
  </w:num>
  <w:num w:numId="3" w16cid:durableId="674922345">
    <w:abstractNumId w:val="5"/>
  </w:num>
  <w:num w:numId="4" w16cid:durableId="599724393">
    <w:abstractNumId w:val="1"/>
  </w:num>
  <w:num w:numId="5" w16cid:durableId="1127358762">
    <w:abstractNumId w:val="8"/>
  </w:num>
  <w:num w:numId="6" w16cid:durableId="853959302">
    <w:abstractNumId w:val="10"/>
  </w:num>
  <w:num w:numId="7" w16cid:durableId="2078744771">
    <w:abstractNumId w:val="0"/>
  </w:num>
  <w:num w:numId="8" w16cid:durableId="1093208203">
    <w:abstractNumId w:val="2"/>
  </w:num>
  <w:num w:numId="9" w16cid:durableId="2135824865">
    <w:abstractNumId w:val="4"/>
  </w:num>
  <w:num w:numId="10" w16cid:durableId="1828132775">
    <w:abstractNumId w:val="9"/>
  </w:num>
  <w:num w:numId="11" w16cid:durableId="548297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3986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2265"/>
    <w:rsid w:val="00003790"/>
    <w:rsid w:val="0000398E"/>
    <w:rsid w:val="000059F1"/>
    <w:rsid w:val="000065BA"/>
    <w:rsid w:val="00007487"/>
    <w:rsid w:val="00014EEA"/>
    <w:rsid w:val="00015394"/>
    <w:rsid w:val="00020D7E"/>
    <w:rsid w:val="00023190"/>
    <w:rsid w:val="00023DD1"/>
    <w:rsid w:val="00026458"/>
    <w:rsid w:val="00027FEF"/>
    <w:rsid w:val="00031D3B"/>
    <w:rsid w:val="00034005"/>
    <w:rsid w:val="000345DD"/>
    <w:rsid w:val="00035F0D"/>
    <w:rsid w:val="00040441"/>
    <w:rsid w:val="0004255D"/>
    <w:rsid w:val="00042AC8"/>
    <w:rsid w:val="0004433C"/>
    <w:rsid w:val="000461B6"/>
    <w:rsid w:val="00046997"/>
    <w:rsid w:val="000541A3"/>
    <w:rsid w:val="00056277"/>
    <w:rsid w:val="000608FB"/>
    <w:rsid w:val="000625AE"/>
    <w:rsid w:val="00063DF8"/>
    <w:rsid w:val="00070452"/>
    <w:rsid w:val="000717ED"/>
    <w:rsid w:val="00071E2C"/>
    <w:rsid w:val="00074175"/>
    <w:rsid w:val="00090B0B"/>
    <w:rsid w:val="00091A11"/>
    <w:rsid w:val="00093673"/>
    <w:rsid w:val="00094C54"/>
    <w:rsid w:val="000972C3"/>
    <w:rsid w:val="000A0343"/>
    <w:rsid w:val="000A0F68"/>
    <w:rsid w:val="000A4111"/>
    <w:rsid w:val="000A7A41"/>
    <w:rsid w:val="000A7B8D"/>
    <w:rsid w:val="000A7DBB"/>
    <w:rsid w:val="000B0267"/>
    <w:rsid w:val="000B1803"/>
    <w:rsid w:val="000B6774"/>
    <w:rsid w:val="000B736C"/>
    <w:rsid w:val="000B76A8"/>
    <w:rsid w:val="000C0E6C"/>
    <w:rsid w:val="000C0EDB"/>
    <w:rsid w:val="000C4202"/>
    <w:rsid w:val="000C4D76"/>
    <w:rsid w:val="000C55F7"/>
    <w:rsid w:val="000C672B"/>
    <w:rsid w:val="000C6B03"/>
    <w:rsid w:val="000C745B"/>
    <w:rsid w:val="000E149B"/>
    <w:rsid w:val="000E2ED1"/>
    <w:rsid w:val="000E40DE"/>
    <w:rsid w:val="000E449F"/>
    <w:rsid w:val="000E7B68"/>
    <w:rsid w:val="000E7F63"/>
    <w:rsid w:val="000F1806"/>
    <w:rsid w:val="000F49CE"/>
    <w:rsid w:val="00100EC1"/>
    <w:rsid w:val="001020C7"/>
    <w:rsid w:val="001021C4"/>
    <w:rsid w:val="00102DD1"/>
    <w:rsid w:val="00105D13"/>
    <w:rsid w:val="00106143"/>
    <w:rsid w:val="0011187E"/>
    <w:rsid w:val="00116DEA"/>
    <w:rsid w:val="00123BE2"/>
    <w:rsid w:val="0012498A"/>
    <w:rsid w:val="00132ED5"/>
    <w:rsid w:val="00133C9E"/>
    <w:rsid w:val="00133D94"/>
    <w:rsid w:val="0013400F"/>
    <w:rsid w:val="00140536"/>
    <w:rsid w:val="0014234B"/>
    <w:rsid w:val="001423C6"/>
    <w:rsid w:val="001439E2"/>
    <w:rsid w:val="00147706"/>
    <w:rsid w:val="00150689"/>
    <w:rsid w:val="00154186"/>
    <w:rsid w:val="001561EB"/>
    <w:rsid w:val="00157486"/>
    <w:rsid w:val="0015754A"/>
    <w:rsid w:val="00161B27"/>
    <w:rsid w:val="00161EE7"/>
    <w:rsid w:val="00162790"/>
    <w:rsid w:val="00162897"/>
    <w:rsid w:val="00163AC2"/>
    <w:rsid w:val="00165B0B"/>
    <w:rsid w:val="00166725"/>
    <w:rsid w:val="0016679A"/>
    <w:rsid w:val="00174B63"/>
    <w:rsid w:val="00176B5A"/>
    <w:rsid w:val="00180057"/>
    <w:rsid w:val="00180D92"/>
    <w:rsid w:val="00184346"/>
    <w:rsid w:val="0018520E"/>
    <w:rsid w:val="0018616A"/>
    <w:rsid w:val="00196BAD"/>
    <w:rsid w:val="00197AA7"/>
    <w:rsid w:val="001A1D57"/>
    <w:rsid w:val="001A2749"/>
    <w:rsid w:val="001B0ACF"/>
    <w:rsid w:val="001B6282"/>
    <w:rsid w:val="001C0D49"/>
    <w:rsid w:val="001C21B4"/>
    <w:rsid w:val="001C408A"/>
    <w:rsid w:val="001D2DE0"/>
    <w:rsid w:val="001D30BE"/>
    <w:rsid w:val="001D3842"/>
    <w:rsid w:val="001D47A3"/>
    <w:rsid w:val="001E1A7A"/>
    <w:rsid w:val="001E4E05"/>
    <w:rsid w:val="001E689C"/>
    <w:rsid w:val="001F036E"/>
    <w:rsid w:val="001F40E8"/>
    <w:rsid w:val="001F65FE"/>
    <w:rsid w:val="0020315E"/>
    <w:rsid w:val="00204CE8"/>
    <w:rsid w:val="00206819"/>
    <w:rsid w:val="00207809"/>
    <w:rsid w:val="0021276F"/>
    <w:rsid w:val="0021476B"/>
    <w:rsid w:val="00220536"/>
    <w:rsid w:val="00220D64"/>
    <w:rsid w:val="0022425E"/>
    <w:rsid w:val="002268F8"/>
    <w:rsid w:val="00226C93"/>
    <w:rsid w:val="00227CF5"/>
    <w:rsid w:val="002338B3"/>
    <w:rsid w:val="00234655"/>
    <w:rsid w:val="002404C4"/>
    <w:rsid w:val="0024095D"/>
    <w:rsid w:val="00246D94"/>
    <w:rsid w:val="00246D9B"/>
    <w:rsid w:val="00246E39"/>
    <w:rsid w:val="00247086"/>
    <w:rsid w:val="00247508"/>
    <w:rsid w:val="00247F15"/>
    <w:rsid w:val="002522B5"/>
    <w:rsid w:val="002542B9"/>
    <w:rsid w:val="00254A79"/>
    <w:rsid w:val="00254E0A"/>
    <w:rsid w:val="0025543E"/>
    <w:rsid w:val="0025580D"/>
    <w:rsid w:val="00257B85"/>
    <w:rsid w:val="0026245F"/>
    <w:rsid w:val="00264368"/>
    <w:rsid w:val="00264F64"/>
    <w:rsid w:val="00265267"/>
    <w:rsid w:val="00265F26"/>
    <w:rsid w:val="0027270A"/>
    <w:rsid w:val="002746E3"/>
    <w:rsid w:val="0027598A"/>
    <w:rsid w:val="00275F30"/>
    <w:rsid w:val="00280040"/>
    <w:rsid w:val="002826CD"/>
    <w:rsid w:val="00283CE6"/>
    <w:rsid w:val="002844F5"/>
    <w:rsid w:val="00290362"/>
    <w:rsid w:val="00290B0B"/>
    <w:rsid w:val="00291997"/>
    <w:rsid w:val="00292E5E"/>
    <w:rsid w:val="0029786C"/>
    <w:rsid w:val="002A01B1"/>
    <w:rsid w:val="002A3A8D"/>
    <w:rsid w:val="002A7BAB"/>
    <w:rsid w:val="002B337D"/>
    <w:rsid w:val="002C1431"/>
    <w:rsid w:val="002C4118"/>
    <w:rsid w:val="002C47FA"/>
    <w:rsid w:val="002C51AB"/>
    <w:rsid w:val="002C6C10"/>
    <w:rsid w:val="002D1438"/>
    <w:rsid w:val="002D3978"/>
    <w:rsid w:val="002D55E3"/>
    <w:rsid w:val="002E1C53"/>
    <w:rsid w:val="002E39E4"/>
    <w:rsid w:val="002E5DE2"/>
    <w:rsid w:val="002E75C2"/>
    <w:rsid w:val="00306B9B"/>
    <w:rsid w:val="00311B7E"/>
    <w:rsid w:val="00313D2E"/>
    <w:rsid w:val="0031423A"/>
    <w:rsid w:val="003159DA"/>
    <w:rsid w:val="00317528"/>
    <w:rsid w:val="00323DD1"/>
    <w:rsid w:val="00324B5A"/>
    <w:rsid w:val="0032582B"/>
    <w:rsid w:val="003275D8"/>
    <w:rsid w:val="00330FDF"/>
    <w:rsid w:val="003340C0"/>
    <w:rsid w:val="003353B9"/>
    <w:rsid w:val="003363B6"/>
    <w:rsid w:val="00340061"/>
    <w:rsid w:val="003427CD"/>
    <w:rsid w:val="0034744C"/>
    <w:rsid w:val="0035170A"/>
    <w:rsid w:val="003553F1"/>
    <w:rsid w:val="00361213"/>
    <w:rsid w:val="00363574"/>
    <w:rsid w:val="00365CB8"/>
    <w:rsid w:val="00371B53"/>
    <w:rsid w:val="00372EA4"/>
    <w:rsid w:val="00374B1B"/>
    <w:rsid w:val="003757E5"/>
    <w:rsid w:val="00381065"/>
    <w:rsid w:val="00381F3A"/>
    <w:rsid w:val="00385D41"/>
    <w:rsid w:val="00387F23"/>
    <w:rsid w:val="00390693"/>
    <w:rsid w:val="003915CF"/>
    <w:rsid w:val="00391B8D"/>
    <w:rsid w:val="00392058"/>
    <w:rsid w:val="00393585"/>
    <w:rsid w:val="0039449B"/>
    <w:rsid w:val="003946F6"/>
    <w:rsid w:val="00396217"/>
    <w:rsid w:val="003A00AE"/>
    <w:rsid w:val="003A09E3"/>
    <w:rsid w:val="003A59F1"/>
    <w:rsid w:val="003A65A7"/>
    <w:rsid w:val="003A65BB"/>
    <w:rsid w:val="003B08A3"/>
    <w:rsid w:val="003B29DC"/>
    <w:rsid w:val="003B3B23"/>
    <w:rsid w:val="003B7F8E"/>
    <w:rsid w:val="003C0A52"/>
    <w:rsid w:val="003C13B4"/>
    <w:rsid w:val="003C5664"/>
    <w:rsid w:val="003D11CB"/>
    <w:rsid w:val="003D38C6"/>
    <w:rsid w:val="003D3ABA"/>
    <w:rsid w:val="003D7F19"/>
    <w:rsid w:val="003E0BE9"/>
    <w:rsid w:val="003E1006"/>
    <w:rsid w:val="003E3E57"/>
    <w:rsid w:val="003E65E8"/>
    <w:rsid w:val="003F08BC"/>
    <w:rsid w:val="003F11CF"/>
    <w:rsid w:val="003F120C"/>
    <w:rsid w:val="003F267D"/>
    <w:rsid w:val="003F2C88"/>
    <w:rsid w:val="003F5D4F"/>
    <w:rsid w:val="003F5F61"/>
    <w:rsid w:val="004010A8"/>
    <w:rsid w:val="004021D3"/>
    <w:rsid w:val="004039A0"/>
    <w:rsid w:val="004042CC"/>
    <w:rsid w:val="0040466C"/>
    <w:rsid w:val="00404E39"/>
    <w:rsid w:val="00405BFA"/>
    <w:rsid w:val="00406E84"/>
    <w:rsid w:val="00407866"/>
    <w:rsid w:val="00407E06"/>
    <w:rsid w:val="00410115"/>
    <w:rsid w:val="00411B82"/>
    <w:rsid w:val="004153C7"/>
    <w:rsid w:val="00423C74"/>
    <w:rsid w:val="00424CA2"/>
    <w:rsid w:val="004266D5"/>
    <w:rsid w:val="00427985"/>
    <w:rsid w:val="004343C7"/>
    <w:rsid w:val="004344DD"/>
    <w:rsid w:val="004370A6"/>
    <w:rsid w:val="00444E8D"/>
    <w:rsid w:val="0044764D"/>
    <w:rsid w:val="004518FF"/>
    <w:rsid w:val="00452F84"/>
    <w:rsid w:val="00454FE2"/>
    <w:rsid w:val="004574B4"/>
    <w:rsid w:val="00460FA4"/>
    <w:rsid w:val="00462C65"/>
    <w:rsid w:val="00463A07"/>
    <w:rsid w:val="00465716"/>
    <w:rsid w:val="0046663A"/>
    <w:rsid w:val="004672F4"/>
    <w:rsid w:val="00475641"/>
    <w:rsid w:val="00476C65"/>
    <w:rsid w:val="004828E6"/>
    <w:rsid w:val="00485D00"/>
    <w:rsid w:val="00486129"/>
    <w:rsid w:val="004866FD"/>
    <w:rsid w:val="004872B8"/>
    <w:rsid w:val="00491436"/>
    <w:rsid w:val="004922D4"/>
    <w:rsid w:val="00497499"/>
    <w:rsid w:val="004A344E"/>
    <w:rsid w:val="004A3850"/>
    <w:rsid w:val="004A3A58"/>
    <w:rsid w:val="004B0C4E"/>
    <w:rsid w:val="004B68E1"/>
    <w:rsid w:val="004C0A9C"/>
    <w:rsid w:val="004C6AFC"/>
    <w:rsid w:val="004D0501"/>
    <w:rsid w:val="004D09D9"/>
    <w:rsid w:val="004E2C6F"/>
    <w:rsid w:val="004E41CF"/>
    <w:rsid w:val="004E645D"/>
    <w:rsid w:val="004E6C3C"/>
    <w:rsid w:val="004F170E"/>
    <w:rsid w:val="004F58FC"/>
    <w:rsid w:val="005079B8"/>
    <w:rsid w:val="005107EE"/>
    <w:rsid w:val="00510C80"/>
    <w:rsid w:val="00512631"/>
    <w:rsid w:val="00512E66"/>
    <w:rsid w:val="00517BB2"/>
    <w:rsid w:val="00521983"/>
    <w:rsid w:val="0052315C"/>
    <w:rsid w:val="00523953"/>
    <w:rsid w:val="005242CB"/>
    <w:rsid w:val="00525D3F"/>
    <w:rsid w:val="00527605"/>
    <w:rsid w:val="0053061D"/>
    <w:rsid w:val="00541CA0"/>
    <w:rsid w:val="0054343D"/>
    <w:rsid w:val="005440D7"/>
    <w:rsid w:val="005533E1"/>
    <w:rsid w:val="00557C0A"/>
    <w:rsid w:val="00557DB4"/>
    <w:rsid w:val="00560E09"/>
    <w:rsid w:val="0056272F"/>
    <w:rsid w:val="00563049"/>
    <w:rsid w:val="00563513"/>
    <w:rsid w:val="00563A37"/>
    <w:rsid w:val="00564C01"/>
    <w:rsid w:val="00571149"/>
    <w:rsid w:val="00571D51"/>
    <w:rsid w:val="00575162"/>
    <w:rsid w:val="00585786"/>
    <w:rsid w:val="0058737B"/>
    <w:rsid w:val="005902D7"/>
    <w:rsid w:val="005909E8"/>
    <w:rsid w:val="0059679C"/>
    <w:rsid w:val="005A1E00"/>
    <w:rsid w:val="005A3F01"/>
    <w:rsid w:val="005A5084"/>
    <w:rsid w:val="005A6391"/>
    <w:rsid w:val="005A6D5B"/>
    <w:rsid w:val="005B1792"/>
    <w:rsid w:val="005B3E4E"/>
    <w:rsid w:val="005B57EA"/>
    <w:rsid w:val="005B6DCA"/>
    <w:rsid w:val="005C0BFB"/>
    <w:rsid w:val="005C3EA9"/>
    <w:rsid w:val="005C5669"/>
    <w:rsid w:val="005C57DC"/>
    <w:rsid w:val="005C6076"/>
    <w:rsid w:val="005E19F4"/>
    <w:rsid w:val="005E4F9C"/>
    <w:rsid w:val="005F5A3C"/>
    <w:rsid w:val="006019FB"/>
    <w:rsid w:val="00602184"/>
    <w:rsid w:val="00602AF2"/>
    <w:rsid w:val="00605D60"/>
    <w:rsid w:val="00607B0A"/>
    <w:rsid w:val="006140D7"/>
    <w:rsid w:val="00614949"/>
    <w:rsid w:val="0061781B"/>
    <w:rsid w:val="00624E51"/>
    <w:rsid w:val="00624F6E"/>
    <w:rsid w:val="00626A20"/>
    <w:rsid w:val="006276CF"/>
    <w:rsid w:val="00630763"/>
    <w:rsid w:val="006324B9"/>
    <w:rsid w:val="00632639"/>
    <w:rsid w:val="006365E1"/>
    <w:rsid w:val="00637093"/>
    <w:rsid w:val="00640B69"/>
    <w:rsid w:val="00641199"/>
    <w:rsid w:val="00650E6B"/>
    <w:rsid w:val="00660E7B"/>
    <w:rsid w:val="00660EC3"/>
    <w:rsid w:val="00664C20"/>
    <w:rsid w:val="00670E11"/>
    <w:rsid w:val="00672BA8"/>
    <w:rsid w:val="006820AA"/>
    <w:rsid w:val="00683178"/>
    <w:rsid w:val="0068394E"/>
    <w:rsid w:val="00694042"/>
    <w:rsid w:val="00694143"/>
    <w:rsid w:val="00696A1B"/>
    <w:rsid w:val="006A055A"/>
    <w:rsid w:val="006A6ED5"/>
    <w:rsid w:val="006B1AB1"/>
    <w:rsid w:val="006B2F95"/>
    <w:rsid w:val="006B3EA6"/>
    <w:rsid w:val="006C0437"/>
    <w:rsid w:val="006C62FE"/>
    <w:rsid w:val="006C7143"/>
    <w:rsid w:val="006E4DC7"/>
    <w:rsid w:val="006E65D1"/>
    <w:rsid w:val="006F117B"/>
    <w:rsid w:val="006F1C86"/>
    <w:rsid w:val="006F2CBF"/>
    <w:rsid w:val="006F3201"/>
    <w:rsid w:val="006F4351"/>
    <w:rsid w:val="007016CC"/>
    <w:rsid w:val="00705674"/>
    <w:rsid w:val="00712C40"/>
    <w:rsid w:val="00713B04"/>
    <w:rsid w:val="007174A4"/>
    <w:rsid w:val="007178AE"/>
    <w:rsid w:val="00720B04"/>
    <w:rsid w:val="0072130A"/>
    <w:rsid w:val="007214B9"/>
    <w:rsid w:val="00721589"/>
    <w:rsid w:val="00722A3B"/>
    <w:rsid w:val="00727E59"/>
    <w:rsid w:val="00733F1B"/>
    <w:rsid w:val="00736203"/>
    <w:rsid w:val="00736518"/>
    <w:rsid w:val="00740F08"/>
    <w:rsid w:val="007465BF"/>
    <w:rsid w:val="007474CF"/>
    <w:rsid w:val="007477D6"/>
    <w:rsid w:val="007503E8"/>
    <w:rsid w:val="007506C6"/>
    <w:rsid w:val="00751965"/>
    <w:rsid w:val="007537BA"/>
    <w:rsid w:val="00753B81"/>
    <w:rsid w:val="0076168C"/>
    <w:rsid w:val="00761A08"/>
    <w:rsid w:val="00761F7F"/>
    <w:rsid w:val="0076208D"/>
    <w:rsid w:val="007627E1"/>
    <w:rsid w:val="00763472"/>
    <w:rsid w:val="0076509C"/>
    <w:rsid w:val="00766CD0"/>
    <w:rsid w:val="00770FAE"/>
    <w:rsid w:val="00771F09"/>
    <w:rsid w:val="007728F1"/>
    <w:rsid w:val="00777FAD"/>
    <w:rsid w:val="00780BC9"/>
    <w:rsid w:val="0078163B"/>
    <w:rsid w:val="00782879"/>
    <w:rsid w:val="00783891"/>
    <w:rsid w:val="007854DE"/>
    <w:rsid w:val="0078580C"/>
    <w:rsid w:val="007907FA"/>
    <w:rsid w:val="00792910"/>
    <w:rsid w:val="00795C06"/>
    <w:rsid w:val="007A5D66"/>
    <w:rsid w:val="007A5DC3"/>
    <w:rsid w:val="007A7212"/>
    <w:rsid w:val="007A74B7"/>
    <w:rsid w:val="007B03EC"/>
    <w:rsid w:val="007B2B35"/>
    <w:rsid w:val="007B6425"/>
    <w:rsid w:val="007B75C6"/>
    <w:rsid w:val="007C13E8"/>
    <w:rsid w:val="007C4A7F"/>
    <w:rsid w:val="007C55F9"/>
    <w:rsid w:val="007C6B62"/>
    <w:rsid w:val="007C70D4"/>
    <w:rsid w:val="007C7B70"/>
    <w:rsid w:val="007C7D81"/>
    <w:rsid w:val="007D132D"/>
    <w:rsid w:val="007D1F8E"/>
    <w:rsid w:val="007D2457"/>
    <w:rsid w:val="007D2B8A"/>
    <w:rsid w:val="007D5CEC"/>
    <w:rsid w:val="007D6AD8"/>
    <w:rsid w:val="007D74CB"/>
    <w:rsid w:val="007E1DE6"/>
    <w:rsid w:val="007E27D6"/>
    <w:rsid w:val="007F5531"/>
    <w:rsid w:val="00804CC9"/>
    <w:rsid w:val="00805FC6"/>
    <w:rsid w:val="00806DED"/>
    <w:rsid w:val="00806FF4"/>
    <w:rsid w:val="00810904"/>
    <w:rsid w:val="00814F7F"/>
    <w:rsid w:val="00821052"/>
    <w:rsid w:val="00822F99"/>
    <w:rsid w:val="00823DFD"/>
    <w:rsid w:val="008241A5"/>
    <w:rsid w:val="00824D67"/>
    <w:rsid w:val="00830E5A"/>
    <w:rsid w:val="0083155B"/>
    <w:rsid w:val="00833C3C"/>
    <w:rsid w:val="008349CC"/>
    <w:rsid w:val="0084093B"/>
    <w:rsid w:val="00841F82"/>
    <w:rsid w:val="00842286"/>
    <w:rsid w:val="00846B12"/>
    <w:rsid w:val="0085494B"/>
    <w:rsid w:val="008551E6"/>
    <w:rsid w:val="00860649"/>
    <w:rsid w:val="00861718"/>
    <w:rsid w:val="008635D3"/>
    <w:rsid w:val="008641A9"/>
    <w:rsid w:val="008642E6"/>
    <w:rsid w:val="00864F98"/>
    <w:rsid w:val="00866668"/>
    <w:rsid w:val="0086717A"/>
    <w:rsid w:val="0087029E"/>
    <w:rsid w:val="00871843"/>
    <w:rsid w:val="0087220B"/>
    <w:rsid w:val="00873658"/>
    <w:rsid w:val="008750F4"/>
    <w:rsid w:val="008818E9"/>
    <w:rsid w:val="00882F77"/>
    <w:rsid w:val="00884408"/>
    <w:rsid w:val="00886A30"/>
    <w:rsid w:val="00886A44"/>
    <w:rsid w:val="00890221"/>
    <w:rsid w:val="00891510"/>
    <w:rsid w:val="00892AE4"/>
    <w:rsid w:val="00893B98"/>
    <w:rsid w:val="008A175B"/>
    <w:rsid w:val="008A30B7"/>
    <w:rsid w:val="008A3EFF"/>
    <w:rsid w:val="008A4F53"/>
    <w:rsid w:val="008A52D0"/>
    <w:rsid w:val="008A691B"/>
    <w:rsid w:val="008A7A9D"/>
    <w:rsid w:val="008B780D"/>
    <w:rsid w:val="008C2B7B"/>
    <w:rsid w:val="008C41CF"/>
    <w:rsid w:val="008C57F1"/>
    <w:rsid w:val="008C6F46"/>
    <w:rsid w:val="008D12BB"/>
    <w:rsid w:val="008D3566"/>
    <w:rsid w:val="008D5254"/>
    <w:rsid w:val="008D726D"/>
    <w:rsid w:val="008E0229"/>
    <w:rsid w:val="008E3ED5"/>
    <w:rsid w:val="008E5E5D"/>
    <w:rsid w:val="008F1EC1"/>
    <w:rsid w:val="008F2F71"/>
    <w:rsid w:val="008F4E08"/>
    <w:rsid w:val="008F7113"/>
    <w:rsid w:val="009144CB"/>
    <w:rsid w:val="009150B1"/>
    <w:rsid w:val="00915E7B"/>
    <w:rsid w:val="00917510"/>
    <w:rsid w:val="00920497"/>
    <w:rsid w:val="009218CD"/>
    <w:rsid w:val="00923228"/>
    <w:rsid w:val="00923432"/>
    <w:rsid w:val="009407F1"/>
    <w:rsid w:val="00940BDB"/>
    <w:rsid w:val="00943F56"/>
    <w:rsid w:val="00944F70"/>
    <w:rsid w:val="009468ED"/>
    <w:rsid w:val="00946E77"/>
    <w:rsid w:val="00947D55"/>
    <w:rsid w:val="00950BEA"/>
    <w:rsid w:val="00951E19"/>
    <w:rsid w:val="00953CED"/>
    <w:rsid w:val="009571C5"/>
    <w:rsid w:val="0096362D"/>
    <w:rsid w:val="009677BC"/>
    <w:rsid w:val="00971E08"/>
    <w:rsid w:val="00972C81"/>
    <w:rsid w:val="00973DD2"/>
    <w:rsid w:val="00974688"/>
    <w:rsid w:val="00981E31"/>
    <w:rsid w:val="00982354"/>
    <w:rsid w:val="00983570"/>
    <w:rsid w:val="009843ED"/>
    <w:rsid w:val="00984BA2"/>
    <w:rsid w:val="0099170A"/>
    <w:rsid w:val="00991935"/>
    <w:rsid w:val="00991D91"/>
    <w:rsid w:val="009929B4"/>
    <w:rsid w:val="009A1EB6"/>
    <w:rsid w:val="009A4BC4"/>
    <w:rsid w:val="009A4FC5"/>
    <w:rsid w:val="009A5106"/>
    <w:rsid w:val="009A5321"/>
    <w:rsid w:val="009A6917"/>
    <w:rsid w:val="009C7690"/>
    <w:rsid w:val="009D100F"/>
    <w:rsid w:val="009D29AD"/>
    <w:rsid w:val="009D58D0"/>
    <w:rsid w:val="009D66CF"/>
    <w:rsid w:val="009D6A47"/>
    <w:rsid w:val="009E2441"/>
    <w:rsid w:val="009E2947"/>
    <w:rsid w:val="009E2A80"/>
    <w:rsid w:val="009E3570"/>
    <w:rsid w:val="009E4177"/>
    <w:rsid w:val="009F150D"/>
    <w:rsid w:val="009F254F"/>
    <w:rsid w:val="009F778E"/>
    <w:rsid w:val="00A05681"/>
    <w:rsid w:val="00A066B8"/>
    <w:rsid w:val="00A06CCF"/>
    <w:rsid w:val="00A06D03"/>
    <w:rsid w:val="00A1169D"/>
    <w:rsid w:val="00A11AFD"/>
    <w:rsid w:val="00A148F9"/>
    <w:rsid w:val="00A16074"/>
    <w:rsid w:val="00A2233C"/>
    <w:rsid w:val="00A22383"/>
    <w:rsid w:val="00A22537"/>
    <w:rsid w:val="00A23B36"/>
    <w:rsid w:val="00A24BE6"/>
    <w:rsid w:val="00A32CA7"/>
    <w:rsid w:val="00A35F74"/>
    <w:rsid w:val="00A40C07"/>
    <w:rsid w:val="00A41B71"/>
    <w:rsid w:val="00A46D1A"/>
    <w:rsid w:val="00A51A28"/>
    <w:rsid w:val="00A52FCC"/>
    <w:rsid w:val="00A56754"/>
    <w:rsid w:val="00A56D26"/>
    <w:rsid w:val="00A613D4"/>
    <w:rsid w:val="00A644E0"/>
    <w:rsid w:val="00A667C6"/>
    <w:rsid w:val="00A66A14"/>
    <w:rsid w:val="00A674B8"/>
    <w:rsid w:val="00A67E9F"/>
    <w:rsid w:val="00A71B14"/>
    <w:rsid w:val="00A7650D"/>
    <w:rsid w:val="00A777FB"/>
    <w:rsid w:val="00A81100"/>
    <w:rsid w:val="00A8214C"/>
    <w:rsid w:val="00A83103"/>
    <w:rsid w:val="00A83CEE"/>
    <w:rsid w:val="00A845F7"/>
    <w:rsid w:val="00A86D0A"/>
    <w:rsid w:val="00A91001"/>
    <w:rsid w:val="00A91E8E"/>
    <w:rsid w:val="00A94A29"/>
    <w:rsid w:val="00A94C9B"/>
    <w:rsid w:val="00AA01FD"/>
    <w:rsid w:val="00AA4318"/>
    <w:rsid w:val="00AA69AF"/>
    <w:rsid w:val="00AA7DA8"/>
    <w:rsid w:val="00AA7E4F"/>
    <w:rsid w:val="00AB0A7B"/>
    <w:rsid w:val="00AB47B5"/>
    <w:rsid w:val="00AB5506"/>
    <w:rsid w:val="00AB7CE6"/>
    <w:rsid w:val="00AC04D6"/>
    <w:rsid w:val="00AC7BA3"/>
    <w:rsid w:val="00AC7E0A"/>
    <w:rsid w:val="00AD1B99"/>
    <w:rsid w:val="00AD4C4E"/>
    <w:rsid w:val="00AD5BCC"/>
    <w:rsid w:val="00AD7357"/>
    <w:rsid w:val="00AD7CED"/>
    <w:rsid w:val="00AE2890"/>
    <w:rsid w:val="00AE36F2"/>
    <w:rsid w:val="00AE3D4E"/>
    <w:rsid w:val="00AE449C"/>
    <w:rsid w:val="00AE651D"/>
    <w:rsid w:val="00AECAAD"/>
    <w:rsid w:val="00AF155D"/>
    <w:rsid w:val="00AF2CCC"/>
    <w:rsid w:val="00AF389A"/>
    <w:rsid w:val="00AF39B8"/>
    <w:rsid w:val="00AF666C"/>
    <w:rsid w:val="00B001EF"/>
    <w:rsid w:val="00B00BE1"/>
    <w:rsid w:val="00B03EDB"/>
    <w:rsid w:val="00B04589"/>
    <w:rsid w:val="00B05056"/>
    <w:rsid w:val="00B051E4"/>
    <w:rsid w:val="00B06248"/>
    <w:rsid w:val="00B06BE1"/>
    <w:rsid w:val="00B15264"/>
    <w:rsid w:val="00B15A2A"/>
    <w:rsid w:val="00B175B5"/>
    <w:rsid w:val="00B22639"/>
    <w:rsid w:val="00B246E0"/>
    <w:rsid w:val="00B263E4"/>
    <w:rsid w:val="00B30557"/>
    <w:rsid w:val="00B340A4"/>
    <w:rsid w:val="00B34EDD"/>
    <w:rsid w:val="00B37FA0"/>
    <w:rsid w:val="00B4278C"/>
    <w:rsid w:val="00B51EB6"/>
    <w:rsid w:val="00B52CE0"/>
    <w:rsid w:val="00B56311"/>
    <w:rsid w:val="00B56A1E"/>
    <w:rsid w:val="00B610A0"/>
    <w:rsid w:val="00B62D4C"/>
    <w:rsid w:val="00B64629"/>
    <w:rsid w:val="00B64CFE"/>
    <w:rsid w:val="00B672DF"/>
    <w:rsid w:val="00B67915"/>
    <w:rsid w:val="00B717C3"/>
    <w:rsid w:val="00B73783"/>
    <w:rsid w:val="00B73C9A"/>
    <w:rsid w:val="00B7440A"/>
    <w:rsid w:val="00B82A84"/>
    <w:rsid w:val="00B87230"/>
    <w:rsid w:val="00B921B3"/>
    <w:rsid w:val="00B925E2"/>
    <w:rsid w:val="00B9334B"/>
    <w:rsid w:val="00BA03EF"/>
    <w:rsid w:val="00BA040E"/>
    <w:rsid w:val="00BA1AB7"/>
    <w:rsid w:val="00BA57E9"/>
    <w:rsid w:val="00BA5E1A"/>
    <w:rsid w:val="00BA655A"/>
    <w:rsid w:val="00BB116F"/>
    <w:rsid w:val="00BB3710"/>
    <w:rsid w:val="00BB3F6B"/>
    <w:rsid w:val="00BB59D0"/>
    <w:rsid w:val="00BC23BC"/>
    <w:rsid w:val="00BC25E8"/>
    <w:rsid w:val="00BD194C"/>
    <w:rsid w:val="00BD2B02"/>
    <w:rsid w:val="00BE0185"/>
    <w:rsid w:val="00BE1AA0"/>
    <w:rsid w:val="00BE6D74"/>
    <w:rsid w:val="00BF238B"/>
    <w:rsid w:val="00BF2637"/>
    <w:rsid w:val="00BF3634"/>
    <w:rsid w:val="00BF4E84"/>
    <w:rsid w:val="00BF683A"/>
    <w:rsid w:val="00C05E68"/>
    <w:rsid w:val="00C105C2"/>
    <w:rsid w:val="00C1358A"/>
    <w:rsid w:val="00C13F19"/>
    <w:rsid w:val="00C247E7"/>
    <w:rsid w:val="00C26134"/>
    <w:rsid w:val="00C30AA9"/>
    <w:rsid w:val="00C30CA2"/>
    <w:rsid w:val="00C37519"/>
    <w:rsid w:val="00C4051D"/>
    <w:rsid w:val="00C407A0"/>
    <w:rsid w:val="00C40C98"/>
    <w:rsid w:val="00C4429E"/>
    <w:rsid w:val="00C47898"/>
    <w:rsid w:val="00C51A25"/>
    <w:rsid w:val="00C51B31"/>
    <w:rsid w:val="00C51F23"/>
    <w:rsid w:val="00C520CA"/>
    <w:rsid w:val="00C52C27"/>
    <w:rsid w:val="00C534A9"/>
    <w:rsid w:val="00C534C1"/>
    <w:rsid w:val="00C548F3"/>
    <w:rsid w:val="00C558A0"/>
    <w:rsid w:val="00C573FA"/>
    <w:rsid w:val="00C611EC"/>
    <w:rsid w:val="00C63322"/>
    <w:rsid w:val="00C644A1"/>
    <w:rsid w:val="00C718D6"/>
    <w:rsid w:val="00C74748"/>
    <w:rsid w:val="00C82D1E"/>
    <w:rsid w:val="00C843C6"/>
    <w:rsid w:val="00C93402"/>
    <w:rsid w:val="00C9628E"/>
    <w:rsid w:val="00C962D8"/>
    <w:rsid w:val="00CA4D65"/>
    <w:rsid w:val="00CA70FA"/>
    <w:rsid w:val="00CA7B39"/>
    <w:rsid w:val="00CB1238"/>
    <w:rsid w:val="00CB2219"/>
    <w:rsid w:val="00CB228A"/>
    <w:rsid w:val="00CB5526"/>
    <w:rsid w:val="00CB6B9B"/>
    <w:rsid w:val="00CB7403"/>
    <w:rsid w:val="00CC10D2"/>
    <w:rsid w:val="00CC38CA"/>
    <w:rsid w:val="00CC444C"/>
    <w:rsid w:val="00CC4D03"/>
    <w:rsid w:val="00CD0931"/>
    <w:rsid w:val="00CD0F35"/>
    <w:rsid w:val="00CD1D53"/>
    <w:rsid w:val="00CD3B4E"/>
    <w:rsid w:val="00CD60B3"/>
    <w:rsid w:val="00CD74B2"/>
    <w:rsid w:val="00CE273A"/>
    <w:rsid w:val="00CF0DCC"/>
    <w:rsid w:val="00CF17E3"/>
    <w:rsid w:val="00CF22FD"/>
    <w:rsid w:val="00CF274B"/>
    <w:rsid w:val="00CF445C"/>
    <w:rsid w:val="00CF4DCC"/>
    <w:rsid w:val="00D02BF9"/>
    <w:rsid w:val="00D04771"/>
    <w:rsid w:val="00D05BF4"/>
    <w:rsid w:val="00D11260"/>
    <w:rsid w:val="00D11834"/>
    <w:rsid w:val="00D151C6"/>
    <w:rsid w:val="00D15A52"/>
    <w:rsid w:val="00D15E8B"/>
    <w:rsid w:val="00D213B9"/>
    <w:rsid w:val="00D2359D"/>
    <w:rsid w:val="00D24D7A"/>
    <w:rsid w:val="00D24E86"/>
    <w:rsid w:val="00D26775"/>
    <w:rsid w:val="00D30501"/>
    <w:rsid w:val="00D32D2A"/>
    <w:rsid w:val="00D34407"/>
    <w:rsid w:val="00D34514"/>
    <w:rsid w:val="00D35534"/>
    <w:rsid w:val="00D357E9"/>
    <w:rsid w:val="00D424B8"/>
    <w:rsid w:val="00D431E2"/>
    <w:rsid w:val="00D447B2"/>
    <w:rsid w:val="00D45546"/>
    <w:rsid w:val="00D45E5D"/>
    <w:rsid w:val="00D47B3F"/>
    <w:rsid w:val="00D47D6D"/>
    <w:rsid w:val="00D515F4"/>
    <w:rsid w:val="00D55302"/>
    <w:rsid w:val="00D5678A"/>
    <w:rsid w:val="00D67BD9"/>
    <w:rsid w:val="00D704B5"/>
    <w:rsid w:val="00D70539"/>
    <w:rsid w:val="00D714EC"/>
    <w:rsid w:val="00D75443"/>
    <w:rsid w:val="00D768B6"/>
    <w:rsid w:val="00D76B5F"/>
    <w:rsid w:val="00D81DD3"/>
    <w:rsid w:val="00D853D4"/>
    <w:rsid w:val="00D85CF1"/>
    <w:rsid w:val="00D87796"/>
    <w:rsid w:val="00D96F78"/>
    <w:rsid w:val="00DA212C"/>
    <w:rsid w:val="00DA2D0E"/>
    <w:rsid w:val="00DA3D62"/>
    <w:rsid w:val="00DA60B3"/>
    <w:rsid w:val="00DA7562"/>
    <w:rsid w:val="00DB1534"/>
    <w:rsid w:val="00DB371A"/>
    <w:rsid w:val="00DB4A3E"/>
    <w:rsid w:val="00DB7703"/>
    <w:rsid w:val="00DC18F0"/>
    <w:rsid w:val="00DC3C54"/>
    <w:rsid w:val="00DC4214"/>
    <w:rsid w:val="00DC43A2"/>
    <w:rsid w:val="00DD65CF"/>
    <w:rsid w:val="00DD682B"/>
    <w:rsid w:val="00DE0BE6"/>
    <w:rsid w:val="00DE30AE"/>
    <w:rsid w:val="00DE46EF"/>
    <w:rsid w:val="00DF0861"/>
    <w:rsid w:val="00DF6BCC"/>
    <w:rsid w:val="00E02CE8"/>
    <w:rsid w:val="00E0317E"/>
    <w:rsid w:val="00E0430C"/>
    <w:rsid w:val="00E065F6"/>
    <w:rsid w:val="00E06E56"/>
    <w:rsid w:val="00E07DEB"/>
    <w:rsid w:val="00E25389"/>
    <w:rsid w:val="00E26373"/>
    <w:rsid w:val="00E27317"/>
    <w:rsid w:val="00E343EC"/>
    <w:rsid w:val="00E357B0"/>
    <w:rsid w:val="00E41898"/>
    <w:rsid w:val="00E44CAB"/>
    <w:rsid w:val="00E50A05"/>
    <w:rsid w:val="00E527C5"/>
    <w:rsid w:val="00E60622"/>
    <w:rsid w:val="00E60746"/>
    <w:rsid w:val="00E67CAD"/>
    <w:rsid w:val="00E704F7"/>
    <w:rsid w:val="00E71DFF"/>
    <w:rsid w:val="00E733A5"/>
    <w:rsid w:val="00E748A5"/>
    <w:rsid w:val="00E76232"/>
    <w:rsid w:val="00E76246"/>
    <w:rsid w:val="00E81FA9"/>
    <w:rsid w:val="00E8643F"/>
    <w:rsid w:val="00E90B24"/>
    <w:rsid w:val="00E91AC0"/>
    <w:rsid w:val="00E9203F"/>
    <w:rsid w:val="00E92142"/>
    <w:rsid w:val="00E95F16"/>
    <w:rsid w:val="00E96362"/>
    <w:rsid w:val="00EA0F51"/>
    <w:rsid w:val="00EA3784"/>
    <w:rsid w:val="00EA6B26"/>
    <w:rsid w:val="00EB157A"/>
    <w:rsid w:val="00EB26C2"/>
    <w:rsid w:val="00EB30D7"/>
    <w:rsid w:val="00EB450B"/>
    <w:rsid w:val="00EB6722"/>
    <w:rsid w:val="00EC0F87"/>
    <w:rsid w:val="00EC206E"/>
    <w:rsid w:val="00EC2A0A"/>
    <w:rsid w:val="00EC5F30"/>
    <w:rsid w:val="00EC6711"/>
    <w:rsid w:val="00EC71B7"/>
    <w:rsid w:val="00EC7202"/>
    <w:rsid w:val="00ED4804"/>
    <w:rsid w:val="00ED56A1"/>
    <w:rsid w:val="00ED64C7"/>
    <w:rsid w:val="00EE0914"/>
    <w:rsid w:val="00EE518D"/>
    <w:rsid w:val="00EE6077"/>
    <w:rsid w:val="00EE6B19"/>
    <w:rsid w:val="00EE6ECB"/>
    <w:rsid w:val="00EF1306"/>
    <w:rsid w:val="00EF1E1B"/>
    <w:rsid w:val="00EF4B7F"/>
    <w:rsid w:val="00EF4C15"/>
    <w:rsid w:val="00EF7237"/>
    <w:rsid w:val="00F00512"/>
    <w:rsid w:val="00F01A17"/>
    <w:rsid w:val="00F0646A"/>
    <w:rsid w:val="00F06899"/>
    <w:rsid w:val="00F15F62"/>
    <w:rsid w:val="00F16A9D"/>
    <w:rsid w:val="00F17AD4"/>
    <w:rsid w:val="00F2407B"/>
    <w:rsid w:val="00F25A7C"/>
    <w:rsid w:val="00F25AA5"/>
    <w:rsid w:val="00F25DA5"/>
    <w:rsid w:val="00F3068F"/>
    <w:rsid w:val="00F36B70"/>
    <w:rsid w:val="00F37FFE"/>
    <w:rsid w:val="00F425CB"/>
    <w:rsid w:val="00F44497"/>
    <w:rsid w:val="00F511AB"/>
    <w:rsid w:val="00F519ED"/>
    <w:rsid w:val="00F52250"/>
    <w:rsid w:val="00F56B00"/>
    <w:rsid w:val="00F60A4A"/>
    <w:rsid w:val="00F61D70"/>
    <w:rsid w:val="00F645BC"/>
    <w:rsid w:val="00F6697F"/>
    <w:rsid w:val="00F70D9C"/>
    <w:rsid w:val="00F73459"/>
    <w:rsid w:val="00F76282"/>
    <w:rsid w:val="00F7774A"/>
    <w:rsid w:val="00F779A3"/>
    <w:rsid w:val="00F82612"/>
    <w:rsid w:val="00F92F89"/>
    <w:rsid w:val="00F93F94"/>
    <w:rsid w:val="00F94985"/>
    <w:rsid w:val="00F951A9"/>
    <w:rsid w:val="00F966E4"/>
    <w:rsid w:val="00F972C1"/>
    <w:rsid w:val="00F97643"/>
    <w:rsid w:val="00FA2258"/>
    <w:rsid w:val="00FA46B9"/>
    <w:rsid w:val="00FA49AA"/>
    <w:rsid w:val="00FA5BBD"/>
    <w:rsid w:val="00FB0623"/>
    <w:rsid w:val="00FB38EE"/>
    <w:rsid w:val="00FB3D67"/>
    <w:rsid w:val="00FB4958"/>
    <w:rsid w:val="00FB4DA7"/>
    <w:rsid w:val="00FB68A4"/>
    <w:rsid w:val="00FC29CB"/>
    <w:rsid w:val="00FC7394"/>
    <w:rsid w:val="00FD4408"/>
    <w:rsid w:val="00FD56B7"/>
    <w:rsid w:val="00FD56FE"/>
    <w:rsid w:val="00FD63F0"/>
    <w:rsid w:val="00FD7163"/>
    <w:rsid w:val="00FD7A60"/>
    <w:rsid w:val="00FE1766"/>
    <w:rsid w:val="00FF07FC"/>
    <w:rsid w:val="00FF493F"/>
    <w:rsid w:val="01804E84"/>
    <w:rsid w:val="031C1EE5"/>
    <w:rsid w:val="0435CDD2"/>
    <w:rsid w:val="05D19E33"/>
    <w:rsid w:val="078BF87A"/>
    <w:rsid w:val="086A03C0"/>
    <w:rsid w:val="0AA50F56"/>
    <w:rsid w:val="0CCC4C93"/>
    <w:rsid w:val="1332E2F7"/>
    <w:rsid w:val="13A8DBFF"/>
    <w:rsid w:val="14AAE3B5"/>
    <w:rsid w:val="14B0B812"/>
    <w:rsid w:val="1AC3093A"/>
    <w:rsid w:val="1C5EF107"/>
    <w:rsid w:val="2132622A"/>
    <w:rsid w:val="21A6D85C"/>
    <w:rsid w:val="264B622B"/>
    <w:rsid w:val="26576A6F"/>
    <w:rsid w:val="280D6EC0"/>
    <w:rsid w:val="2CC79A7D"/>
    <w:rsid w:val="2FA42A1A"/>
    <w:rsid w:val="3445E971"/>
    <w:rsid w:val="387939B1"/>
    <w:rsid w:val="3BB0DA73"/>
    <w:rsid w:val="3BF98F18"/>
    <w:rsid w:val="3E1F2B94"/>
    <w:rsid w:val="3F9E3026"/>
    <w:rsid w:val="40F9355F"/>
    <w:rsid w:val="45AA45C1"/>
    <w:rsid w:val="4759C09F"/>
    <w:rsid w:val="4E276761"/>
    <w:rsid w:val="4EC8D438"/>
    <w:rsid w:val="4F068C85"/>
    <w:rsid w:val="51D7C828"/>
    <w:rsid w:val="5519B1A9"/>
    <w:rsid w:val="561E29AD"/>
    <w:rsid w:val="5E36EA94"/>
    <w:rsid w:val="61931B46"/>
    <w:rsid w:val="632EEBA7"/>
    <w:rsid w:val="64CABC08"/>
    <w:rsid w:val="6B24020C"/>
    <w:rsid w:val="700D6EAF"/>
    <w:rsid w:val="7032FFB2"/>
    <w:rsid w:val="75B18434"/>
    <w:rsid w:val="7649C345"/>
    <w:rsid w:val="79DE8A7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5AE07"/>
  <w15:docId w15:val="{D3DAAD01-BBB4-4055-92E2-C3D3D5C2E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SmartLink">
    <w:name w:val="Smart Link"/>
    <w:basedOn w:val="Absatz-Standardschriftart"/>
    <w:uiPriority w:val="99"/>
    <w:semiHidden/>
    <w:unhideWhenUsed/>
    <w:rsid w:val="00FB4958"/>
    <w:rPr>
      <w:color w:val="0000FF"/>
      <w:u w:val="single"/>
      <w:shd w:val="clear" w:color="auto" w:fill="F3F2F1"/>
    </w:rPr>
  </w:style>
  <w:style w:type="character" w:styleId="Erwhnung">
    <w:name w:val="Mention"/>
    <w:basedOn w:val="Absatz-Standardschriftart"/>
    <w:uiPriority w:val="99"/>
    <w:unhideWhenUsed/>
    <w:rPr>
      <w:color w:val="2B579A"/>
      <w:shd w:val="clear" w:color="auto" w:fill="E6E6E6"/>
    </w:rPr>
  </w:style>
  <w:style w:type="character" w:customStyle="1" w:styleId="berschrift7Zchn">
    <w:name w:val="Überschrift 7 Zchn"/>
    <w:basedOn w:val="Absatz-Standardschriftart"/>
    <w:link w:val="berschrift7"/>
    <w:rsid w:val="00CD1D53"/>
    <w:rPr>
      <w:rFonts w:ascii="Arial" w:hAnsi="Arial" w:cs="Arial"/>
      <w:b/>
      <w:bCs/>
      <w:sz w:val="28"/>
      <w:szCs w:val="24"/>
    </w:rPr>
  </w:style>
  <w:style w:type="paragraph" w:customStyle="1" w:styleId="Default">
    <w:name w:val="Default"/>
    <w:rsid w:val="00FC7394"/>
    <w:pPr>
      <w:autoSpaceDE w:val="0"/>
      <w:autoSpaceDN w:val="0"/>
      <w:adjustRightInd w:val="0"/>
    </w:pPr>
    <w:rPr>
      <w:rFonts w:ascii="NPPBF L+ Roboto" w:hAnsi="NPPBF L+ Roboto" w:cs="NPPBF L+ Roboto"/>
      <w:color w:val="000000"/>
      <w:sz w:val="24"/>
      <w:szCs w:val="24"/>
    </w:rPr>
  </w:style>
  <w:style w:type="character" w:styleId="NichtaufgelsteErwhnung">
    <w:name w:val="Unresolved Mention"/>
    <w:basedOn w:val="Absatz-Standardschriftart"/>
    <w:uiPriority w:val="99"/>
    <w:semiHidden/>
    <w:unhideWhenUsed/>
    <w:rsid w:val="00FC7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29672067">
      <w:bodyDiv w:val="1"/>
      <w:marLeft w:val="0"/>
      <w:marRight w:val="0"/>
      <w:marTop w:val="0"/>
      <w:marBottom w:val="0"/>
      <w:divBdr>
        <w:top w:val="none" w:sz="0" w:space="0" w:color="auto"/>
        <w:left w:val="none" w:sz="0" w:space="0" w:color="auto"/>
        <w:bottom w:val="none" w:sz="0" w:space="0" w:color="auto"/>
        <w:right w:val="none" w:sz="0" w:space="0" w:color="auto"/>
      </w:divBdr>
      <w:divsChild>
        <w:div w:id="1765877367">
          <w:marLeft w:val="0"/>
          <w:marRight w:val="0"/>
          <w:marTop w:val="0"/>
          <w:marBottom w:val="0"/>
          <w:divBdr>
            <w:top w:val="none" w:sz="0" w:space="0" w:color="auto"/>
            <w:left w:val="none" w:sz="0" w:space="0" w:color="auto"/>
            <w:bottom w:val="none" w:sz="0" w:space="0" w:color="auto"/>
            <w:right w:val="none" w:sz="0" w:space="0" w:color="auto"/>
          </w:divBdr>
        </w:div>
      </w:divsChild>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264503364">
          <w:marLeft w:val="288"/>
          <w:marRight w:val="0"/>
          <w:marTop w:val="80"/>
          <w:marBottom w:val="80"/>
          <w:divBdr>
            <w:top w:val="none" w:sz="0" w:space="0" w:color="auto"/>
            <w:left w:val="none" w:sz="0" w:space="0" w:color="auto"/>
            <w:bottom w:val="none" w:sz="0" w:space="0" w:color="auto"/>
            <w:right w:val="none" w:sz="0" w:space="0" w:color="auto"/>
          </w:divBdr>
        </w:div>
        <w:div w:id="439028901">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252813431">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453209129">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85530024">
      <w:bodyDiv w:val="1"/>
      <w:marLeft w:val="0"/>
      <w:marRight w:val="0"/>
      <w:marTop w:val="0"/>
      <w:marBottom w:val="0"/>
      <w:divBdr>
        <w:top w:val="none" w:sz="0" w:space="0" w:color="auto"/>
        <w:left w:val="none" w:sz="0" w:space="0" w:color="auto"/>
        <w:bottom w:val="none" w:sz="0" w:space="0" w:color="auto"/>
        <w:right w:val="none" w:sz="0" w:space="0" w:color="auto"/>
      </w:divBdr>
      <w:divsChild>
        <w:div w:id="912206740">
          <w:marLeft w:val="0"/>
          <w:marRight w:val="0"/>
          <w:marTop w:val="0"/>
          <w:marBottom w:val="0"/>
          <w:divBdr>
            <w:top w:val="none" w:sz="0" w:space="0" w:color="auto"/>
            <w:left w:val="none" w:sz="0" w:space="0" w:color="auto"/>
            <w:bottom w:val="none" w:sz="0" w:space="0" w:color="auto"/>
            <w:right w:val="none" w:sz="0" w:space="0" w:color="auto"/>
          </w:divBdr>
        </w:div>
      </w:divsChild>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20051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C4EF4936AAFD14CABC9FA7615F36865" ma:contentTypeVersion="16" ma:contentTypeDescription="Ein neues Dokument erstellen." ma:contentTypeScope="" ma:versionID="ff4962f9d68546df557a11110dc4ee2b">
  <xsd:schema xmlns:xsd="http://www.w3.org/2001/XMLSchema" xmlns:xs="http://www.w3.org/2001/XMLSchema" xmlns:p="http://schemas.microsoft.com/office/2006/metadata/properties" xmlns:ns2="db376348-1543-4bc5-89f3-5d70df529364" xmlns:ns3="1721a5f8-ad89-4593-8a76-1fca9c8a386d" targetNamespace="http://schemas.microsoft.com/office/2006/metadata/properties" ma:root="true" ma:fieldsID="f77152a14ba1a864c9f982c3a55636c9" ns2:_="" ns3:_="">
    <xsd:import namespace="db376348-1543-4bc5-89f3-5d70df529364"/>
    <xsd:import namespace="1721a5f8-ad89-4593-8a76-1fca9c8a3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76348-1543-4bc5-89f3-5d70df529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21a5f8-ad89-4593-8a76-1fca9c8a386d"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e4f1284-f30b-4267-a206-6be5723be8cf}" ma:internalName="TaxCatchAll" ma:showField="CatchAllData" ma:web="1721a5f8-ad89-4593-8a76-1fca9c8a3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1721a5f8-ad89-4593-8a76-1fca9c8a386d">
      <UserInfo>
        <DisplayName>Haider, Andreas</DisplayName>
        <AccountId>169</AccountId>
        <AccountType/>
      </UserInfo>
      <UserInfo>
        <DisplayName>Marco Litto</DisplayName>
        <AccountId>2711</AccountId>
        <AccountType/>
      </UserInfo>
      <UserInfo>
        <DisplayName>Katharina Plenz</DisplayName>
        <AccountId>2712</AccountId>
        <AccountType/>
      </UserInfo>
      <UserInfo>
        <DisplayName>Seitz, Sebastian</DisplayName>
        <AccountId>241</AccountId>
        <AccountType/>
      </UserInfo>
    </SharedWithUsers>
    <lcf76f155ced4ddcb4097134ff3c332f xmlns="db376348-1543-4bc5-89f3-5d70df529364">
      <Terms xmlns="http://schemas.microsoft.com/office/infopath/2007/PartnerControls"/>
    </lcf76f155ced4ddcb4097134ff3c332f>
    <TaxCatchAll xmlns="1721a5f8-ad89-4593-8a76-1fca9c8a386d" xsi:nil="true"/>
  </documentManagement>
</p:properties>
</file>

<file path=customXml/itemProps1.xml><?xml version="1.0" encoding="utf-8"?>
<ds:datastoreItem xmlns:ds="http://schemas.openxmlformats.org/officeDocument/2006/customXml" ds:itemID="{2C2DBE2B-380C-4233-B2C1-17BCB9CBE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76348-1543-4bc5-89f3-5d70df529364"/>
    <ds:schemaRef ds:uri="1721a5f8-ad89-4593-8a76-1fca9c8a3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7AF66B33-3D85-4406-BB2F-9F83D0B7C3BA}">
  <ds:schemaRefs>
    <ds:schemaRef ds:uri="http://schemas.openxmlformats.org/officeDocument/2006/bibliography"/>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1721a5f8-ad89-4593-8a76-1fca9c8a386d"/>
    <ds:schemaRef ds:uri="db376348-1543-4bc5-89f3-5d70df529364"/>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1</Pages>
  <Words>930</Words>
  <Characters>5861</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Pressemeldung Eplan Virtual Fair 2019</vt:lpstr>
      <vt:lpstr>Pressemeldung Eplan Virtual Fair 2019</vt:lpstr>
    </vt:vector>
  </TitlesOfParts>
  <Company>Eplan</Company>
  <LinksUpToDate>false</LinksUpToDate>
  <CharactersWithSpaces>6778</CharactersWithSpaces>
  <SharedDoc>false</SharedDoc>
  <HLinks>
    <vt:vector size="12" baseType="variant">
      <vt:variant>
        <vt:i4>3407934</vt:i4>
      </vt:variant>
      <vt:variant>
        <vt:i4>3</vt:i4>
      </vt:variant>
      <vt:variant>
        <vt:i4>0</vt:i4>
      </vt:variant>
      <vt:variant>
        <vt:i4>5</vt:i4>
      </vt:variant>
      <vt:variant>
        <vt:lpwstr>https://www.eplan.com/de/main-guided-installation.html</vt:lpwstr>
      </vt:variant>
      <vt:variant>
        <vt:lpwstr/>
      </vt:variant>
      <vt:variant>
        <vt:i4>1507399</vt:i4>
      </vt:variant>
      <vt:variant>
        <vt:i4>0</vt:i4>
      </vt:variant>
      <vt:variant>
        <vt:i4>0</vt:i4>
      </vt:variant>
      <vt:variant>
        <vt:i4>5</vt:i4>
      </vt:variant>
      <vt:variant>
        <vt:lpwstr>https://www.eplan.blog/eplan-installation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subject/>
  <dc:creator>hag</dc:creator>
  <cp:keywords/>
  <cp:lastModifiedBy>Birgit Hagelschuer</cp:lastModifiedBy>
  <cp:revision>3</cp:revision>
  <cp:lastPrinted>2021-01-07T20:41:00Z</cp:lastPrinted>
  <dcterms:created xsi:type="dcterms:W3CDTF">2023-03-29T10:31:00Z</dcterms:created>
  <dcterms:modified xsi:type="dcterms:W3CDTF">2023-03-29T10:32:00Z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0x0101001C4EF4936AAFD14CABC9FA7615F36865</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y fmtid="{D5CDD505-2E9C-101B-9397-08002B2CF9AE}" pid="17" name="_dlc_DocIdItemGuid">
    <vt:lpwstr>ff4c3391-f7e4-43e3-958d-d6a96eb0ba17</vt:lpwstr>
  </property>
  <property fmtid="{D5CDD505-2E9C-101B-9397-08002B2CF9AE}" pid="18" name="MediaServiceImageTags">
    <vt:lpwstr/>
  </property>
</Properties>
</file>